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2C3A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E5CC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E5CCC">
        <w:rPr>
          <w:rFonts w:ascii="Corbel" w:hAnsi="Corbel"/>
          <w:bCs/>
          <w:i/>
        </w:rPr>
        <w:t>23</w:t>
      </w:r>
    </w:p>
    <w:p w14:paraId="7E29A60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D26342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E06FB">
        <w:rPr>
          <w:rFonts w:ascii="Corbel" w:hAnsi="Corbel"/>
          <w:b/>
          <w:smallCaps/>
          <w:sz w:val="24"/>
          <w:szCs w:val="24"/>
        </w:rPr>
        <w:t>202</w:t>
      </w:r>
      <w:r w:rsidR="000B4C55">
        <w:rPr>
          <w:rFonts w:ascii="Corbel" w:hAnsi="Corbel"/>
          <w:b/>
          <w:smallCaps/>
          <w:sz w:val="24"/>
          <w:szCs w:val="24"/>
        </w:rPr>
        <w:t>5</w:t>
      </w:r>
      <w:r w:rsidR="0050320B">
        <w:rPr>
          <w:rFonts w:ascii="Corbel" w:hAnsi="Corbel"/>
          <w:b/>
          <w:smallCaps/>
          <w:sz w:val="24"/>
          <w:szCs w:val="24"/>
        </w:rPr>
        <w:t>–</w:t>
      </w:r>
      <w:r w:rsidR="00B101D5">
        <w:rPr>
          <w:rFonts w:ascii="Corbel" w:hAnsi="Corbel"/>
          <w:b/>
          <w:smallCaps/>
          <w:sz w:val="24"/>
          <w:szCs w:val="24"/>
        </w:rPr>
        <w:t>202</w:t>
      </w:r>
      <w:r w:rsidR="000B4C55">
        <w:rPr>
          <w:rFonts w:ascii="Corbel" w:hAnsi="Corbel"/>
          <w:b/>
          <w:smallCaps/>
          <w:sz w:val="24"/>
          <w:szCs w:val="24"/>
        </w:rPr>
        <w:t>7</w:t>
      </w:r>
    </w:p>
    <w:p w14:paraId="0836AE3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101D5">
        <w:rPr>
          <w:rFonts w:ascii="Corbel" w:hAnsi="Corbel"/>
          <w:i/>
          <w:sz w:val="24"/>
          <w:szCs w:val="24"/>
        </w:rPr>
        <w:t xml:space="preserve">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4C692FB" w14:textId="77777777" w:rsidR="00445970" w:rsidRPr="00471D6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0"/>
        </w:rPr>
      </w:pPr>
      <w:r w:rsidRPr="00471D6E">
        <w:rPr>
          <w:rFonts w:ascii="Corbel" w:hAnsi="Corbel"/>
          <w:sz w:val="24"/>
          <w:szCs w:val="20"/>
        </w:rPr>
        <w:tab/>
      </w:r>
      <w:r w:rsidRPr="00471D6E">
        <w:rPr>
          <w:rFonts w:ascii="Corbel" w:hAnsi="Corbel"/>
          <w:sz w:val="24"/>
          <w:szCs w:val="20"/>
        </w:rPr>
        <w:tab/>
      </w:r>
      <w:r w:rsidRPr="00471D6E">
        <w:rPr>
          <w:rFonts w:ascii="Corbel" w:hAnsi="Corbel"/>
          <w:sz w:val="24"/>
          <w:szCs w:val="20"/>
        </w:rPr>
        <w:tab/>
      </w:r>
      <w:r w:rsidRPr="00471D6E">
        <w:rPr>
          <w:rFonts w:ascii="Corbel" w:hAnsi="Corbel"/>
          <w:sz w:val="24"/>
          <w:szCs w:val="20"/>
        </w:rPr>
        <w:tab/>
      </w:r>
      <w:r w:rsidRPr="00207720">
        <w:rPr>
          <w:rFonts w:ascii="Corbel" w:hAnsi="Corbel"/>
          <w:sz w:val="20"/>
          <w:szCs w:val="20"/>
        </w:rPr>
        <w:t xml:space="preserve">Rok akademicki   </w:t>
      </w:r>
      <w:r w:rsidR="00B101D5" w:rsidRPr="00471D6E">
        <w:rPr>
          <w:rFonts w:ascii="Corbel" w:hAnsi="Corbel"/>
          <w:sz w:val="24"/>
          <w:szCs w:val="20"/>
        </w:rPr>
        <w:t>20</w:t>
      </w:r>
      <w:r w:rsidR="00BE06FB" w:rsidRPr="00471D6E">
        <w:rPr>
          <w:rFonts w:ascii="Corbel" w:hAnsi="Corbel"/>
          <w:sz w:val="24"/>
          <w:szCs w:val="20"/>
        </w:rPr>
        <w:t>2</w:t>
      </w:r>
      <w:r w:rsidR="000B4C55">
        <w:rPr>
          <w:rFonts w:ascii="Corbel" w:hAnsi="Corbel"/>
          <w:sz w:val="24"/>
          <w:szCs w:val="20"/>
        </w:rPr>
        <w:t>5</w:t>
      </w:r>
      <w:r w:rsidR="00DD0F6B" w:rsidRPr="00471D6E">
        <w:rPr>
          <w:rFonts w:ascii="Corbel" w:hAnsi="Corbel"/>
          <w:sz w:val="24"/>
          <w:szCs w:val="20"/>
        </w:rPr>
        <w:t>/20</w:t>
      </w:r>
      <w:r w:rsidR="00BE06FB" w:rsidRPr="00471D6E">
        <w:rPr>
          <w:rFonts w:ascii="Corbel" w:hAnsi="Corbel"/>
          <w:sz w:val="24"/>
          <w:szCs w:val="20"/>
        </w:rPr>
        <w:t>2</w:t>
      </w:r>
      <w:r w:rsidR="000B4C55">
        <w:rPr>
          <w:rFonts w:ascii="Corbel" w:hAnsi="Corbel"/>
          <w:sz w:val="24"/>
          <w:szCs w:val="20"/>
        </w:rPr>
        <w:t>6</w:t>
      </w:r>
    </w:p>
    <w:p w14:paraId="41016B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8979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8A52F0" w14:textId="77777777" w:rsidTr="00B819C8">
        <w:tc>
          <w:tcPr>
            <w:tcW w:w="2694" w:type="dxa"/>
            <w:vAlign w:val="center"/>
          </w:tcPr>
          <w:p w14:paraId="2B13FB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B1D6CD" w14:textId="77777777" w:rsidR="0085747A" w:rsidRPr="009C54AE" w:rsidRDefault="00785F4C" w:rsidP="008E26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Etyka</w:t>
            </w:r>
          </w:p>
        </w:tc>
      </w:tr>
      <w:tr w:rsidR="0085747A" w:rsidRPr="009C54AE" w14:paraId="49FE4442" w14:textId="77777777" w:rsidTr="00B819C8">
        <w:tc>
          <w:tcPr>
            <w:tcW w:w="2694" w:type="dxa"/>
            <w:vAlign w:val="center"/>
          </w:tcPr>
          <w:p w14:paraId="6A9C7A3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925DD" w14:textId="01EA8298" w:rsidR="0085747A" w:rsidRPr="009C54AE" w:rsidRDefault="00AF5592" w:rsidP="00470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SM2_5</w:t>
            </w:r>
          </w:p>
        </w:tc>
      </w:tr>
      <w:tr w:rsidR="0085747A" w:rsidRPr="009C54AE" w14:paraId="58FC2576" w14:textId="77777777" w:rsidTr="00B819C8">
        <w:tc>
          <w:tcPr>
            <w:tcW w:w="2694" w:type="dxa"/>
            <w:vAlign w:val="center"/>
          </w:tcPr>
          <w:p w14:paraId="3A8D81E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BE34CA" w14:textId="77777777" w:rsidR="0085747A" w:rsidRPr="009C54AE" w:rsidRDefault="00943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B101D5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14:paraId="2CD40061" w14:textId="77777777" w:rsidTr="00B819C8">
        <w:tc>
          <w:tcPr>
            <w:tcW w:w="2694" w:type="dxa"/>
            <w:vAlign w:val="center"/>
          </w:tcPr>
          <w:p w14:paraId="5C3618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4E31AA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6FB5AF65" w14:textId="77777777" w:rsidTr="00B819C8">
        <w:tc>
          <w:tcPr>
            <w:tcW w:w="2694" w:type="dxa"/>
            <w:vAlign w:val="center"/>
          </w:tcPr>
          <w:p w14:paraId="5C1F56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543D05" w14:textId="77777777" w:rsidR="0085747A" w:rsidRPr="009C54AE" w:rsidRDefault="00A64B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05ABA4A5" w14:textId="77777777" w:rsidTr="00B819C8">
        <w:tc>
          <w:tcPr>
            <w:tcW w:w="2694" w:type="dxa"/>
            <w:vAlign w:val="center"/>
          </w:tcPr>
          <w:p w14:paraId="2816B9F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E81CF5" w14:textId="77777777" w:rsidR="0085747A" w:rsidRPr="009C54AE" w:rsidRDefault="003301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3ACF7A53" w14:textId="77777777" w:rsidTr="00B819C8">
        <w:tc>
          <w:tcPr>
            <w:tcW w:w="2694" w:type="dxa"/>
            <w:vAlign w:val="center"/>
          </w:tcPr>
          <w:p w14:paraId="24D805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67AFC9" w14:textId="77777777" w:rsidR="0085747A" w:rsidRPr="009C54AE" w:rsidRDefault="003301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AA49F1" w:rsidRPr="00AA49F1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14:paraId="34118773" w14:textId="77777777" w:rsidTr="00B819C8">
        <w:tc>
          <w:tcPr>
            <w:tcW w:w="2694" w:type="dxa"/>
            <w:vAlign w:val="center"/>
          </w:tcPr>
          <w:p w14:paraId="4494A6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D1FE32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0ECC97" w14:textId="77777777" w:rsidTr="00B819C8">
        <w:tc>
          <w:tcPr>
            <w:tcW w:w="2694" w:type="dxa"/>
            <w:vAlign w:val="center"/>
          </w:tcPr>
          <w:p w14:paraId="1F8624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44D791" w14:textId="77777777" w:rsidR="0085747A" w:rsidRPr="00D429B1" w:rsidRDefault="00785F4C" w:rsidP="00665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AA49F1" w:rsidRPr="00AA49F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BE06FB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B51C1BE" w14:textId="77777777" w:rsidTr="00B819C8">
        <w:tc>
          <w:tcPr>
            <w:tcW w:w="2694" w:type="dxa"/>
            <w:vAlign w:val="center"/>
          </w:tcPr>
          <w:p w14:paraId="46CB7A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282CF7" w14:textId="77777777" w:rsidR="0085747A" w:rsidRPr="009C54AE" w:rsidRDefault="001F6D0C" w:rsidP="00BE06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334AEB0C" w14:textId="77777777" w:rsidTr="00B819C8">
        <w:tc>
          <w:tcPr>
            <w:tcW w:w="2694" w:type="dxa"/>
            <w:vAlign w:val="center"/>
          </w:tcPr>
          <w:p w14:paraId="7A8270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2FA146" w14:textId="77777777" w:rsidR="00923D7D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63DF07A" w14:textId="77777777" w:rsidTr="00B819C8">
        <w:tc>
          <w:tcPr>
            <w:tcW w:w="2694" w:type="dxa"/>
            <w:vAlign w:val="center"/>
          </w:tcPr>
          <w:p w14:paraId="5C2805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67C6B0" w14:textId="77777777" w:rsidR="0085747A" w:rsidRPr="009C54AE" w:rsidRDefault="00B101D5" w:rsidP="00A64B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64BCC">
              <w:rPr>
                <w:rFonts w:ascii="Corbel" w:hAnsi="Corbel"/>
                <w:b w:val="0"/>
                <w:sz w:val="24"/>
                <w:szCs w:val="24"/>
              </w:rPr>
              <w:t>Katarzyna M. Cwynar</w:t>
            </w:r>
          </w:p>
        </w:tc>
      </w:tr>
      <w:tr w:rsidR="0085747A" w:rsidRPr="009C54AE" w14:paraId="2F7D44D9" w14:textId="77777777" w:rsidTr="00B819C8">
        <w:tc>
          <w:tcPr>
            <w:tcW w:w="2694" w:type="dxa"/>
            <w:vAlign w:val="center"/>
          </w:tcPr>
          <w:p w14:paraId="213F6E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7B6FD0" w14:textId="77777777" w:rsidR="0085747A" w:rsidRPr="009C54AE" w:rsidRDefault="00A64BCC" w:rsidP="004A59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M. Cwynar</w:t>
            </w:r>
          </w:p>
        </w:tc>
      </w:tr>
    </w:tbl>
    <w:p w14:paraId="73C6FAD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920B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C7A8B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9F587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4A64B5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39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3F721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C9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565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7F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6A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EA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AC7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34B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48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DF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16E43FA" w14:textId="77777777" w:rsidTr="00AA49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6456" w14:textId="77777777" w:rsidR="00015B8F" w:rsidRPr="009C54AE" w:rsidRDefault="00BE06FB" w:rsidP="00AA49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41581" w14:textId="77777777" w:rsidR="00015B8F" w:rsidRPr="009C54AE" w:rsidRDefault="00785F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A593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BC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DEEA" w14:textId="77777777" w:rsidR="00015B8F" w:rsidRPr="009C54AE" w:rsidRDefault="00015B8F" w:rsidP="00785F4C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74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56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9C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0C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E9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30B4" w14:textId="77777777" w:rsidR="00015B8F" w:rsidRPr="009C54AE" w:rsidRDefault="00785F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F0EBB" w:rsidRPr="009C54AE" w14:paraId="6F6B8FDC" w14:textId="77777777" w:rsidTr="00AA49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BED0" w14:textId="77777777" w:rsidR="00FF0EBB" w:rsidRDefault="00FF0EBB" w:rsidP="00AA49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081A" w14:textId="77777777" w:rsidR="00FF0EBB" w:rsidRPr="009C54AE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C5C9" w14:textId="77777777" w:rsidR="00FF0EBB" w:rsidRPr="009C54AE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58B4" w14:textId="77777777" w:rsidR="00FF0EBB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E36E" w14:textId="77777777" w:rsidR="00FF0EBB" w:rsidRPr="009C54AE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E9CB" w14:textId="77777777" w:rsidR="00FF0EBB" w:rsidRPr="009C54AE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1419" w14:textId="77777777" w:rsidR="00FF0EBB" w:rsidRPr="009C54AE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C698" w14:textId="77777777" w:rsidR="00FF0EBB" w:rsidRPr="009C54AE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81F1" w14:textId="77777777" w:rsidR="00FF0EBB" w:rsidRPr="009C54AE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FAC2" w14:textId="77777777" w:rsidR="00FF0EBB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C7ACB4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D5536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EDBD35" w14:textId="77777777" w:rsidR="0085747A" w:rsidRPr="009C54AE" w:rsidRDefault="001C3DD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5ED4">
        <w:rPr>
          <w:rFonts w:ascii="Cambria Math" w:eastAsia="MS Gothic" w:hAnsi="Cambria Math" w:cs="Cambria Math"/>
          <w:b w:val="0"/>
          <w:szCs w:val="24"/>
        </w:rPr>
        <w:t>⊠</w:t>
      </w:r>
      <w:r w:rsidR="0015386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A8080D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DB38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B0FBD2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5D7828B" w14:textId="77777777" w:rsidR="00E64184" w:rsidRDefault="00E64184" w:rsidP="00E6418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57B7C32B" w14:textId="77777777" w:rsidR="00D429B1" w:rsidRDefault="00D429B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3FC73D0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A124FE3" w14:textId="77777777" w:rsidTr="00745302">
        <w:tc>
          <w:tcPr>
            <w:tcW w:w="9670" w:type="dxa"/>
          </w:tcPr>
          <w:p w14:paraId="597E4CA1" w14:textId="77777777" w:rsidR="0085747A" w:rsidRDefault="002C186D" w:rsidP="00FD17D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1F1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  <w:p w14:paraId="5D4E90B5" w14:textId="77777777" w:rsidR="002C186D" w:rsidRPr="009C54AE" w:rsidRDefault="002C186D" w:rsidP="00FD17D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B8F9308" w14:textId="77777777" w:rsidR="00D429B1" w:rsidRDefault="00D429B1" w:rsidP="00D429B1">
      <w:pPr>
        <w:spacing w:after="0" w:line="240" w:lineRule="auto"/>
        <w:rPr>
          <w:rFonts w:ascii="Corbel" w:hAnsi="Corbel"/>
          <w:szCs w:val="24"/>
        </w:rPr>
      </w:pPr>
    </w:p>
    <w:p w14:paraId="6E084C08" w14:textId="77777777" w:rsidR="002C186D" w:rsidRDefault="002C186D" w:rsidP="00D429B1">
      <w:pPr>
        <w:spacing w:after="0" w:line="240" w:lineRule="auto"/>
        <w:rPr>
          <w:rFonts w:ascii="Corbel" w:hAnsi="Corbel"/>
          <w:szCs w:val="24"/>
        </w:rPr>
      </w:pPr>
    </w:p>
    <w:p w14:paraId="4F59BC9A" w14:textId="77777777" w:rsidR="00FF506C" w:rsidRPr="00C05F44" w:rsidRDefault="00FF506C" w:rsidP="00FF506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A536C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33AAD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2EC51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D20E1" w:rsidRPr="006D20E1" w14:paraId="0C659BD5" w14:textId="77777777" w:rsidTr="006D20E1">
        <w:tc>
          <w:tcPr>
            <w:tcW w:w="851" w:type="dxa"/>
            <w:vAlign w:val="center"/>
          </w:tcPr>
          <w:p w14:paraId="374ADC6B" w14:textId="77777777" w:rsidR="006D20E1" w:rsidRPr="006D20E1" w:rsidRDefault="006D20E1" w:rsidP="00F603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20E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DF6B409" w14:textId="77777777" w:rsidR="006D20E1" w:rsidRPr="006D20E1" w:rsidRDefault="00C1424D" w:rsidP="0050320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02DEC">
              <w:rPr>
                <w:rFonts w:ascii="Corbel" w:hAnsi="Corbel"/>
                <w:b w:val="0"/>
                <w:sz w:val="24"/>
                <w:szCs w:val="24"/>
              </w:rPr>
              <w:t xml:space="preserve">przyswojenie przez studentów 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>zakresu etyki i jej znaczenia w życiu społecznym</w:t>
            </w:r>
          </w:p>
        </w:tc>
      </w:tr>
      <w:tr w:rsidR="006D20E1" w:rsidRPr="006D20E1" w14:paraId="1E12CBEC" w14:textId="77777777" w:rsidTr="006D20E1">
        <w:tc>
          <w:tcPr>
            <w:tcW w:w="851" w:type="dxa"/>
            <w:vAlign w:val="center"/>
          </w:tcPr>
          <w:p w14:paraId="3117F6B3" w14:textId="77777777" w:rsidR="006D20E1" w:rsidRPr="006D20E1" w:rsidRDefault="006D20E1" w:rsidP="00F603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D20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5FECF7" w14:textId="77777777" w:rsidR="006D20E1" w:rsidRPr="006D20E1" w:rsidRDefault="00C1424D" w:rsidP="0050320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na dylematy etyczne życia publicznego</w:t>
            </w:r>
            <w:r w:rsidR="00D97E7D">
              <w:rPr>
                <w:rFonts w:ascii="Corbel" w:hAnsi="Corbel"/>
                <w:b w:val="0"/>
                <w:sz w:val="24"/>
                <w:szCs w:val="24"/>
              </w:rPr>
              <w:t>, w tym w stosunkach międzynarodowych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D20E1" w:rsidRPr="006D20E1" w14:paraId="76733D99" w14:textId="77777777" w:rsidTr="006D20E1">
        <w:tc>
          <w:tcPr>
            <w:tcW w:w="851" w:type="dxa"/>
            <w:vAlign w:val="center"/>
          </w:tcPr>
          <w:p w14:paraId="5225F0E1" w14:textId="77777777" w:rsidR="006D20E1" w:rsidRPr="006D20E1" w:rsidRDefault="006D20E1" w:rsidP="00F603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20E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496C0E8" w14:textId="77777777" w:rsidR="006D20E1" w:rsidRPr="006D20E1" w:rsidRDefault="00D97E7D" w:rsidP="005032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rozwój umiejętności dostrzegania problemów etycznych i postępowania etycznego</w:t>
            </w:r>
          </w:p>
        </w:tc>
      </w:tr>
    </w:tbl>
    <w:p w14:paraId="3E0F15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A7D1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82352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F01E99" w14:paraId="715F4E52" w14:textId="77777777" w:rsidTr="0071620A">
        <w:tc>
          <w:tcPr>
            <w:tcW w:w="1701" w:type="dxa"/>
            <w:vAlign w:val="center"/>
          </w:tcPr>
          <w:p w14:paraId="3E1580DD" w14:textId="77777777" w:rsidR="0085747A" w:rsidRPr="00F01E99" w:rsidRDefault="0085747A" w:rsidP="00621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1E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01E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01E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01E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FD6E4F" w14:textId="77777777" w:rsidR="0085747A" w:rsidRPr="00F01E99" w:rsidRDefault="0085747A" w:rsidP="00621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1E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01E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01E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A7DA63C" w14:textId="77777777" w:rsidR="0085747A" w:rsidRPr="00F01E99" w:rsidRDefault="0085747A" w:rsidP="00621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1E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01E9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6038D" w:rsidRPr="00F01E99" w14:paraId="4278B8E6" w14:textId="77777777" w:rsidTr="002A514D">
        <w:tc>
          <w:tcPr>
            <w:tcW w:w="1701" w:type="dxa"/>
            <w:vAlign w:val="center"/>
          </w:tcPr>
          <w:p w14:paraId="704C89A9" w14:textId="77777777" w:rsidR="00F6038D" w:rsidRPr="00F01E99" w:rsidRDefault="00F01E99" w:rsidP="00F603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038D" w:rsidRPr="00F01E99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vAlign w:val="center"/>
          </w:tcPr>
          <w:p w14:paraId="434A0B8F" w14:textId="77777777" w:rsidR="00F6038D" w:rsidRPr="00F01E99" w:rsidRDefault="00A16C31" w:rsidP="0042514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 wiedzę oraz </w:t>
            </w:r>
            <w:r w:rsidR="00B2249C">
              <w:rPr>
                <w:rFonts w:ascii="Corbel" w:hAnsi="Corbel"/>
                <w:sz w:val="24"/>
                <w:szCs w:val="24"/>
              </w:rPr>
              <w:t>r</w:t>
            </w:r>
            <w:r w:rsidR="00EA0F4D" w:rsidRPr="00EA0F4D">
              <w:rPr>
                <w:rFonts w:ascii="Corbel" w:hAnsi="Corbel"/>
                <w:sz w:val="24"/>
                <w:szCs w:val="24"/>
              </w:rPr>
              <w:t xml:space="preserve">ozumie </w:t>
            </w:r>
            <w:r w:rsidR="0023767B">
              <w:rPr>
                <w:rFonts w:ascii="Corbel" w:hAnsi="Corbel"/>
                <w:sz w:val="24"/>
                <w:szCs w:val="24"/>
              </w:rPr>
              <w:t>podstawowe kategorie etyki i moralności</w:t>
            </w:r>
            <w:r w:rsidR="00425144">
              <w:rPr>
                <w:rFonts w:ascii="Corbel" w:hAnsi="Corbel"/>
                <w:sz w:val="24"/>
                <w:szCs w:val="24"/>
              </w:rPr>
              <w:t>,</w:t>
            </w:r>
            <w:r w:rsidR="00886582">
              <w:rPr>
                <w:rFonts w:ascii="Corbel" w:hAnsi="Corbel"/>
                <w:sz w:val="24"/>
                <w:szCs w:val="24"/>
              </w:rPr>
              <w:t xml:space="preserve"> </w:t>
            </w:r>
            <w:r w:rsidR="00425144">
              <w:rPr>
                <w:rFonts w:ascii="Corbel" w:hAnsi="Corbel"/>
                <w:sz w:val="24"/>
                <w:szCs w:val="24"/>
              </w:rPr>
              <w:t>rozumie</w:t>
            </w:r>
            <w:r w:rsidR="00886582">
              <w:rPr>
                <w:rFonts w:ascii="Corbel" w:hAnsi="Corbel"/>
                <w:sz w:val="24"/>
                <w:szCs w:val="24"/>
              </w:rPr>
              <w:t xml:space="preserve"> </w:t>
            </w:r>
            <w:r w:rsidR="00425144">
              <w:rPr>
                <w:rFonts w:ascii="Corbel" w:hAnsi="Corbel"/>
                <w:sz w:val="24"/>
                <w:szCs w:val="24"/>
              </w:rPr>
              <w:t xml:space="preserve">przyczyny </w:t>
            </w:r>
            <w:r w:rsidR="00E63879">
              <w:rPr>
                <w:rFonts w:ascii="Corbel" w:hAnsi="Corbel"/>
                <w:sz w:val="24"/>
                <w:szCs w:val="24"/>
              </w:rPr>
              <w:t>różnorodności systemów moralnych i zasad etycznych</w:t>
            </w:r>
            <w:r w:rsidR="00FB7800">
              <w:rPr>
                <w:rFonts w:ascii="Corbel" w:hAnsi="Corbel"/>
                <w:sz w:val="24"/>
                <w:szCs w:val="24"/>
              </w:rPr>
              <w:t xml:space="preserve"> </w:t>
            </w:r>
            <w:r w:rsidR="007D54A3">
              <w:rPr>
                <w:rFonts w:ascii="Corbel" w:hAnsi="Corbel"/>
                <w:sz w:val="24"/>
                <w:szCs w:val="24"/>
              </w:rPr>
              <w:t xml:space="preserve">oraz ich </w:t>
            </w:r>
            <w:r w:rsidR="00565F13">
              <w:rPr>
                <w:rFonts w:ascii="Corbel" w:hAnsi="Corbel"/>
                <w:sz w:val="24"/>
                <w:szCs w:val="24"/>
              </w:rPr>
              <w:t>relatywizm</w:t>
            </w:r>
          </w:p>
        </w:tc>
        <w:tc>
          <w:tcPr>
            <w:tcW w:w="1873" w:type="dxa"/>
          </w:tcPr>
          <w:p w14:paraId="0AAA4DD6" w14:textId="77777777" w:rsidR="00F6038D" w:rsidRPr="00F01E99" w:rsidRDefault="00AF742B" w:rsidP="00565F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742B">
              <w:rPr>
                <w:rFonts w:ascii="Corbel" w:hAnsi="Corbel"/>
                <w:sz w:val="24"/>
                <w:szCs w:val="24"/>
              </w:rPr>
              <w:t>K_Wo</w:t>
            </w:r>
            <w:r w:rsidR="00565F13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6038D" w:rsidRPr="00F01E99" w14:paraId="45D46738" w14:textId="77777777" w:rsidTr="002A514D">
        <w:tc>
          <w:tcPr>
            <w:tcW w:w="1701" w:type="dxa"/>
            <w:vAlign w:val="center"/>
          </w:tcPr>
          <w:p w14:paraId="2C5A2533" w14:textId="77777777" w:rsidR="00F6038D" w:rsidRPr="00F01E99" w:rsidRDefault="00F6038D" w:rsidP="00F603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1E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1951E09C" w14:textId="77777777" w:rsidR="00F6038D" w:rsidRPr="00F01E99" w:rsidRDefault="00FB531A" w:rsidP="00E07E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</w:t>
            </w:r>
            <w:r w:rsidR="00EA0F4D" w:rsidRPr="00EA0F4D">
              <w:rPr>
                <w:rFonts w:ascii="Corbel" w:hAnsi="Corbel"/>
                <w:sz w:val="24"/>
                <w:szCs w:val="24"/>
              </w:rPr>
              <w:t xml:space="preserve"> wiedz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 w:rsidR="00EA0F4D" w:rsidRPr="00EA0F4D">
              <w:rPr>
                <w:rFonts w:ascii="Corbel" w:hAnsi="Corbel"/>
                <w:sz w:val="24"/>
                <w:szCs w:val="24"/>
              </w:rPr>
              <w:t xml:space="preserve"> na temat </w:t>
            </w:r>
            <w:r w:rsidR="000C52B7">
              <w:rPr>
                <w:rFonts w:ascii="Corbel" w:hAnsi="Corbel"/>
                <w:sz w:val="24"/>
                <w:szCs w:val="24"/>
              </w:rPr>
              <w:t>etycznych uwarunkowań</w:t>
            </w:r>
            <w:r w:rsidR="001F1907">
              <w:rPr>
                <w:rFonts w:ascii="Corbel" w:hAnsi="Corbel"/>
                <w:sz w:val="24"/>
                <w:szCs w:val="24"/>
              </w:rPr>
              <w:t xml:space="preserve"> relacj</w:t>
            </w:r>
            <w:r w:rsidR="00E07E70">
              <w:rPr>
                <w:rFonts w:ascii="Corbel" w:hAnsi="Corbel"/>
                <w:sz w:val="24"/>
                <w:szCs w:val="24"/>
              </w:rPr>
              <w:t>i</w:t>
            </w:r>
            <w:r w:rsidR="001F1907">
              <w:rPr>
                <w:rFonts w:ascii="Corbel" w:hAnsi="Corbel"/>
                <w:sz w:val="24"/>
                <w:szCs w:val="24"/>
              </w:rPr>
              <w:t xml:space="preserve"> </w:t>
            </w:r>
            <w:r w:rsidR="00E07E70">
              <w:rPr>
                <w:rFonts w:ascii="Corbel" w:hAnsi="Corbel"/>
                <w:sz w:val="24"/>
                <w:szCs w:val="24"/>
              </w:rPr>
              <w:t>społecznych i stosunków międzynarodowych</w:t>
            </w:r>
          </w:p>
        </w:tc>
        <w:tc>
          <w:tcPr>
            <w:tcW w:w="1873" w:type="dxa"/>
          </w:tcPr>
          <w:p w14:paraId="7522744B" w14:textId="77777777" w:rsidR="00F6038D" w:rsidRPr="00F01E99" w:rsidRDefault="00B2249C" w:rsidP="00E07E7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742B">
              <w:rPr>
                <w:rFonts w:ascii="Corbel" w:hAnsi="Corbel"/>
                <w:sz w:val="24"/>
                <w:szCs w:val="24"/>
              </w:rPr>
              <w:t>K_Wo</w:t>
            </w:r>
            <w:r w:rsidR="00E07E7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6038D" w:rsidRPr="00F01E99" w14:paraId="442DF580" w14:textId="77777777" w:rsidTr="002A514D">
        <w:tc>
          <w:tcPr>
            <w:tcW w:w="1701" w:type="dxa"/>
            <w:vAlign w:val="center"/>
          </w:tcPr>
          <w:p w14:paraId="0088A07F" w14:textId="77777777" w:rsidR="00F6038D" w:rsidRPr="00F01E99" w:rsidRDefault="00F6038D" w:rsidP="00F603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1E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1481D0C0" w14:textId="77777777" w:rsidR="00F6038D" w:rsidRPr="00F01E99" w:rsidRDefault="00D11F15" w:rsidP="007D4B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F15">
              <w:rPr>
                <w:rFonts w:ascii="Corbel" w:hAnsi="Corbel"/>
                <w:sz w:val="24"/>
                <w:szCs w:val="24"/>
              </w:rPr>
              <w:t>potrafi wykorzystać nabytą wiedzę do</w:t>
            </w:r>
            <w:r w:rsidR="00602541">
              <w:rPr>
                <w:rFonts w:ascii="Corbel" w:hAnsi="Corbel"/>
                <w:sz w:val="24"/>
                <w:szCs w:val="24"/>
              </w:rPr>
              <w:t xml:space="preserve"> opisu i analizowania przyczyn,</w:t>
            </w:r>
            <w:r w:rsidRPr="00D11F15">
              <w:rPr>
                <w:rFonts w:ascii="Corbel" w:hAnsi="Corbel"/>
                <w:sz w:val="24"/>
                <w:szCs w:val="24"/>
              </w:rPr>
              <w:t xml:space="preserve"> przebiegu </w:t>
            </w:r>
            <w:r w:rsidR="00602541">
              <w:rPr>
                <w:rFonts w:ascii="Corbel" w:hAnsi="Corbel"/>
                <w:sz w:val="24"/>
                <w:szCs w:val="24"/>
              </w:rPr>
              <w:t xml:space="preserve">i skutków </w:t>
            </w:r>
            <w:r w:rsidR="00E07E70">
              <w:rPr>
                <w:rFonts w:ascii="Corbel" w:hAnsi="Corbel"/>
                <w:sz w:val="24"/>
                <w:szCs w:val="24"/>
              </w:rPr>
              <w:t>działań</w:t>
            </w:r>
            <w:r w:rsidR="00911AC4">
              <w:rPr>
                <w:rFonts w:ascii="Corbel" w:hAnsi="Corbel"/>
                <w:sz w:val="24"/>
                <w:szCs w:val="24"/>
              </w:rPr>
              <w:t xml:space="preserve"> </w:t>
            </w:r>
            <w:r w:rsidR="00A40AA6">
              <w:rPr>
                <w:rFonts w:ascii="Corbel" w:hAnsi="Corbel"/>
                <w:sz w:val="24"/>
                <w:szCs w:val="24"/>
              </w:rPr>
              <w:t>w kontekście etyki i moralności</w:t>
            </w:r>
            <w:r w:rsidR="00911A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3321A76" w14:textId="77777777" w:rsidR="00F6038D" w:rsidRPr="00F01E99" w:rsidRDefault="00D60E2C" w:rsidP="00D60E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742B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AF742B">
              <w:rPr>
                <w:rFonts w:ascii="Corbel" w:hAnsi="Corbel"/>
                <w:sz w:val="24"/>
                <w:szCs w:val="24"/>
              </w:rPr>
              <w:t>o</w:t>
            </w:r>
            <w:r w:rsidR="00224D1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F6038D" w:rsidRPr="00F01E99" w14:paraId="648C2F38" w14:textId="77777777" w:rsidTr="002A514D">
        <w:tc>
          <w:tcPr>
            <w:tcW w:w="1701" w:type="dxa"/>
            <w:vAlign w:val="center"/>
          </w:tcPr>
          <w:p w14:paraId="322FFC61" w14:textId="77777777" w:rsidR="00F6038D" w:rsidRPr="00F01E99" w:rsidRDefault="00F6038D" w:rsidP="00F603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1E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75F1D6A6" w14:textId="77777777" w:rsidR="00F6038D" w:rsidRPr="00F01E99" w:rsidRDefault="005B193C" w:rsidP="00016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079DD">
              <w:rPr>
                <w:rFonts w:ascii="Corbel" w:hAnsi="Corbel"/>
                <w:sz w:val="24"/>
                <w:szCs w:val="24"/>
              </w:rPr>
              <w:t xml:space="preserve">otrafi </w:t>
            </w:r>
            <w:r>
              <w:rPr>
                <w:rFonts w:ascii="Corbel" w:hAnsi="Corbel"/>
                <w:sz w:val="24"/>
                <w:szCs w:val="24"/>
              </w:rPr>
              <w:t xml:space="preserve">planować i </w:t>
            </w:r>
            <w:r w:rsidR="00F00DFF">
              <w:rPr>
                <w:rFonts w:ascii="Corbel" w:hAnsi="Corbel"/>
                <w:sz w:val="24"/>
                <w:szCs w:val="24"/>
              </w:rPr>
              <w:t xml:space="preserve">samodzielnie realizować własne uczenie się </w:t>
            </w:r>
            <w:r w:rsidR="00016AEA">
              <w:rPr>
                <w:rFonts w:ascii="Corbel" w:hAnsi="Corbel"/>
                <w:sz w:val="24"/>
                <w:szCs w:val="24"/>
              </w:rPr>
              <w:t>przez całe życie</w:t>
            </w:r>
            <w:r w:rsidR="00D11F15" w:rsidRPr="00D11F1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9C48E19" w14:textId="77777777" w:rsidR="00F6038D" w:rsidRPr="00F01E99" w:rsidRDefault="003B3703" w:rsidP="00016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6AEA">
              <w:rPr>
                <w:rFonts w:ascii="Corbel" w:hAnsi="Corbel"/>
                <w:sz w:val="24"/>
                <w:szCs w:val="24"/>
              </w:rPr>
              <w:t>K_Uo</w:t>
            </w:r>
            <w:r w:rsidR="00016AEA" w:rsidRPr="00016A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6038D" w:rsidRPr="00F01E99" w14:paraId="2BADCEB8" w14:textId="77777777" w:rsidTr="002A514D">
        <w:tc>
          <w:tcPr>
            <w:tcW w:w="1701" w:type="dxa"/>
            <w:vAlign w:val="center"/>
          </w:tcPr>
          <w:p w14:paraId="70FC64E3" w14:textId="77777777" w:rsidR="00F6038D" w:rsidRPr="00F01E99" w:rsidRDefault="00F6038D" w:rsidP="00BD06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1E9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vAlign w:val="center"/>
          </w:tcPr>
          <w:p w14:paraId="1DB747BC" w14:textId="77777777" w:rsidR="00F6038D" w:rsidRPr="00F01E99" w:rsidRDefault="00D074ED" w:rsidP="003B0A3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D11F15" w:rsidRPr="00D11F15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3B0A3C">
              <w:rPr>
                <w:rFonts w:ascii="Corbel" w:hAnsi="Corbel"/>
                <w:sz w:val="24"/>
                <w:szCs w:val="24"/>
              </w:rPr>
              <w:t xml:space="preserve">podejmować decyzje </w:t>
            </w:r>
            <w:r w:rsidR="00B836D7">
              <w:rPr>
                <w:rFonts w:ascii="Corbel" w:hAnsi="Corbel"/>
                <w:sz w:val="24"/>
                <w:szCs w:val="24"/>
              </w:rPr>
              <w:t>zgodne z zasadami etyki</w:t>
            </w:r>
            <w:r w:rsidR="0095422A">
              <w:rPr>
                <w:rFonts w:ascii="Corbel" w:hAnsi="Corbel"/>
                <w:sz w:val="24"/>
                <w:szCs w:val="24"/>
              </w:rPr>
              <w:t xml:space="preserve"> i jest świadomy znaczenia wiedzy w tym zakresie</w:t>
            </w:r>
          </w:p>
        </w:tc>
        <w:tc>
          <w:tcPr>
            <w:tcW w:w="1873" w:type="dxa"/>
          </w:tcPr>
          <w:p w14:paraId="1B47C719" w14:textId="77777777" w:rsidR="00F6038D" w:rsidRPr="00F01E99" w:rsidRDefault="00FA781F" w:rsidP="005367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1EC7">
              <w:rPr>
                <w:rFonts w:ascii="Corbel" w:hAnsi="Corbel"/>
                <w:sz w:val="24"/>
                <w:szCs w:val="24"/>
              </w:rPr>
              <w:t>K_K0</w:t>
            </w:r>
            <w:r w:rsidR="0053673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6038D" w:rsidRPr="00F01E99" w14:paraId="7FB140F1" w14:textId="77777777" w:rsidTr="00BD0659">
        <w:tc>
          <w:tcPr>
            <w:tcW w:w="1701" w:type="dxa"/>
            <w:vAlign w:val="center"/>
          </w:tcPr>
          <w:p w14:paraId="45E02B01" w14:textId="77777777" w:rsidR="00F6038D" w:rsidRPr="00F01E99" w:rsidRDefault="00F6038D" w:rsidP="00F603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1E9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14:paraId="43DEAE1D" w14:textId="77777777" w:rsidR="00F6038D" w:rsidRPr="00F01E99" w:rsidRDefault="00D11F15" w:rsidP="006F0B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F15">
              <w:rPr>
                <w:rFonts w:ascii="Corbel" w:hAnsi="Corbel"/>
                <w:sz w:val="24"/>
                <w:szCs w:val="24"/>
              </w:rPr>
              <w:t xml:space="preserve">dostrzega </w:t>
            </w:r>
            <w:r w:rsidR="002C562C">
              <w:rPr>
                <w:rFonts w:ascii="Corbel" w:hAnsi="Corbel"/>
                <w:sz w:val="24"/>
                <w:szCs w:val="24"/>
              </w:rPr>
              <w:t>problemy etyczne i jest gotów do ich rozstrzygania z zachowaniem</w:t>
            </w:r>
            <w:r w:rsidR="00D00A7C">
              <w:rPr>
                <w:rFonts w:ascii="Corbel" w:hAnsi="Corbel"/>
                <w:sz w:val="24"/>
                <w:szCs w:val="24"/>
              </w:rPr>
              <w:t xml:space="preserve"> obowiązujących </w:t>
            </w:r>
            <w:r w:rsidR="006F0BDD">
              <w:rPr>
                <w:rFonts w:ascii="Corbel" w:hAnsi="Corbel"/>
                <w:sz w:val="24"/>
                <w:szCs w:val="24"/>
              </w:rPr>
              <w:t>zasad etyki zawodowej,</w:t>
            </w:r>
            <w:r w:rsidR="00536732">
              <w:rPr>
                <w:rFonts w:ascii="Corbel" w:hAnsi="Corbel"/>
                <w:sz w:val="24"/>
                <w:szCs w:val="24"/>
              </w:rPr>
              <w:t xml:space="preserve"> norm społecznych</w:t>
            </w:r>
            <w:r w:rsidR="006F0BDD">
              <w:rPr>
                <w:rFonts w:ascii="Corbel" w:hAnsi="Corbel"/>
                <w:sz w:val="24"/>
                <w:szCs w:val="24"/>
              </w:rPr>
              <w:t xml:space="preserve"> i prawnych</w:t>
            </w:r>
          </w:p>
        </w:tc>
        <w:tc>
          <w:tcPr>
            <w:tcW w:w="1873" w:type="dxa"/>
            <w:vAlign w:val="center"/>
          </w:tcPr>
          <w:p w14:paraId="50CA65D3" w14:textId="77777777" w:rsidR="00F6038D" w:rsidRPr="00F01E99" w:rsidRDefault="00D074ED" w:rsidP="00C569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742B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AF742B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E154FF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A99EA8" w14:textId="77777777" w:rsidR="006F0BDD" w:rsidRPr="009C54AE" w:rsidRDefault="006F0BD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386A6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569CF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D0049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B5361" w14:paraId="7AD72694" w14:textId="77777777" w:rsidTr="002D23BB">
        <w:tc>
          <w:tcPr>
            <w:tcW w:w="9520" w:type="dxa"/>
          </w:tcPr>
          <w:p w14:paraId="0F4C3D45" w14:textId="77777777" w:rsidR="0085747A" w:rsidRPr="00EB5361" w:rsidRDefault="0085747A" w:rsidP="00EB4EF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53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5455" w:rsidRPr="00606801" w14:paraId="4FF91500" w14:textId="77777777" w:rsidTr="006E146B">
        <w:tc>
          <w:tcPr>
            <w:tcW w:w="9520" w:type="dxa"/>
          </w:tcPr>
          <w:p w14:paraId="2AEFE38B" w14:textId="77777777" w:rsidR="00335455" w:rsidRPr="00606801" w:rsidRDefault="00335455" w:rsidP="006E146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Przedmiot, zakres, podział i </w:t>
            </w:r>
            <w:r w:rsidRPr="003D1085">
              <w:rPr>
                <w:rFonts w:ascii="Corbel" w:hAnsi="Corbel"/>
                <w:sz w:val="24"/>
                <w:szCs w:val="24"/>
              </w:rPr>
              <w:t>funkcje etyki. Miejsce etyki w strukturze filozofii, nauk humanistycznych i społecznych. Moralność a etyka.</w:t>
            </w:r>
          </w:p>
        </w:tc>
      </w:tr>
      <w:tr w:rsidR="00335455" w:rsidRPr="00606801" w14:paraId="32372F3C" w14:textId="77777777" w:rsidTr="006E146B">
        <w:tc>
          <w:tcPr>
            <w:tcW w:w="9520" w:type="dxa"/>
          </w:tcPr>
          <w:p w14:paraId="21A7821C" w14:textId="77777777" w:rsidR="00335455" w:rsidRDefault="00335455" w:rsidP="006E146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kategorie etyki i moralności: wartości, dobro moralne, wolna wola, sumienie, norma moralna</w:t>
            </w:r>
          </w:p>
        </w:tc>
      </w:tr>
      <w:tr w:rsidR="00335455" w:rsidRPr="00606801" w14:paraId="6989FD77" w14:textId="77777777" w:rsidTr="006E146B">
        <w:tc>
          <w:tcPr>
            <w:tcW w:w="9520" w:type="dxa"/>
          </w:tcPr>
          <w:p w14:paraId="0A1BDA15" w14:textId="77777777" w:rsidR="00335455" w:rsidRDefault="00335455" w:rsidP="0048205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i moralność a światopogląd, religi</w:t>
            </w:r>
            <w:r w:rsidR="0048205A">
              <w:rPr>
                <w:rFonts w:ascii="Corbel" w:hAnsi="Corbel"/>
                <w:sz w:val="24"/>
                <w:szCs w:val="24"/>
              </w:rPr>
              <w:t>a i</w:t>
            </w:r>
            <w:r>
              <w:rPr>
                <w:rFonts w:ascii="Corbel" w:hAnsi="Corbel"/>
                <w:sz w:val="24"/>
                <w:szCs w:val="24"/>
              </w:rPr>
              <w:t xml:space="preserve"> ideologi</w:t>
            </w:r>
            <w:r w:rsidR="0048205A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335455" w:rsidRPr="00606801" w14:paraId="077FEBFA" w14:textId="77777777" w:rsidTr="006E146B">
        <w:tc>
          <w:tcPr>
            <w:tcW w:w="9520" w:type="dxa"/>
          </w:tcPr>
          <w:p w14:paraId="6DCDB404" w14:textId="77777777" w:rsidR="00335455" w:rsidRDefault="00335455" w:rsidP="006E146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indywidualna a etyka społeczna. Moralność – etos – normy moralne – prawo</w:t>
            </w:r>
          </w:p>
        </w:tc>
      </w:tr>
      <w:tr w:rsidR="00335455" w:rsidRPr="00606801" w14:paraId="1708FF75" w14:textId="77777777" w:rsidTr="006E146B">
        <w:tc>
          <w:tcPr>
            <w:tcW w:w="9520" w:type="dxa"/>
          </w:tcPr>
          <w:p w14:paraId="518C864C" w14:textId="77777777" w:rsidR="00335455" w:rsidRDefault="00335455" w:rsidP="006E146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Cnoty jako warunek czynów moralnie dobrych</w:t>
            </w:r>
          </w:p>
        </w:tc>
      </w:tr>
      <w:tr w:rsidR="00335455" w:rsidRPr="00606801" w14:paraId="6EE6C1F9" w14:textId="77777777" w:rsidTr="006E146B">
        <w:tc>
          <w:tcPr>
            <w:tcW w:w="9520" w:type="dxa"/>
          </w:tcPr>
          <w:p w14:paraId="4F3CE9EB" w14:textId="77777777" w:rsidR="00335455" w:rsidRDefault="00335455" w:rsidP="006E146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Szczęście jako cel i najwyższe dobro człowieka</w:t>
            </w:r>
          </w:p>
        </w:tc>
      </w:tr>
      <w:tr w:rsidR="00335455" w:rsidRPr="00606801" w14:paraId="5EF86C2E" w14:textId="77777777" w:rsidTr="006E146B">
        <w:tc>
          <w:tcPr>
            <w:tcW w:w="9520" w:type="dxa"/>
          </w:tcPr>
          <w:p w14:paraId="25AC52FD" w14:textId="77777777" w:rsidR="00335455" w:rsidRPr="00606801" w:rsidRDefault="00335455" w:rsidP="006E146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Obowiązek i powinność działania</w:t>
            </w:r>
          </w:p>
        </w:tc>
      </w:tr>
      <w:tr w:rsidR="00335455" w:rsidRPr="00606801" w14:paraId="6EA9499B" w14:textId="77777777" w:rsidTr="006E146B">
        <w:tc>
          <w:tcPr>
            <w:tcW w:w="9520" w:type="dxa"/>
          </w:tcPr>
          <w:p w14:paraId="7B5B0A5B" w14:textId="77777777" w:rsidR="00335455" w:rsidRDefault="00335455" w:rsidP="006E146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Użyteczność jako zasada moralności</w:t>
            </w:r>
          </w:p>
        </w:tc>
      </w:tr>
      <w:tr w:rsidR="00335455" w:rsidRPr="00606801" w14:paraId="28D24316" w14:textId="77777777" w:rsidTr="006E146B">
        <w:tc>
          <w:tcPr>
            <w:tcW w:w="9520" w:type="dxa"/>
          </w:tcPr>
          <w:p w14:paraId="6F79A595" w14:textId="77777777" w:rsidR="00335455" w:rsidRDefault="00335455" w:rsidP="006E146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Humanizm i humanitaryzm – człowiek jako najwyższa wartość moralna</w:t>
            </w:r>
          </w:p>
        </w:tc>
      </w:tr>
      <w:tr w:rsidR="00335455" w:rsidRPr="00606801" w14:paraId="174A34C4" w14:textId="77777777" w:rsidTr="006E146B">
        <w:tc>
          <w:tcPr>
            <w:tcW w:w="9520" w:type="dxa"/>
          </w:tcPr>
          <w:p w14:paraId="25646382" w14:textId="77777777" w:rsidR="00335455" w:rsidRDefault="00335455" w:rsidP="006E146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Etyka niezależna </w:t>
            </w:r>
          </w:p>
        </w:tc>
      </w:tr>
      <w:tr w:rsidR="00335455" w:rsidRPr="00606801" w14:paraId="17772F3A" w14:textId="77777777" w:rsidTr="006E146B">
        <w:tc>
          <w:tcPr>
            <w:tcW w:w="9520" w:type="dxa"/>
          </w:tcPr>
          <w:p w14:paraId="14D70212" w14:textId="77777777" w:rsidR="00335455" w:rsidRPr="00606801" w:rsidRDefault="00335455" w:rsidP="006E146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Odpowiedzialność jako zasada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regulatywna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działań</w:t>
            </w:r>
          </w:p>
        </w:tc>
      </w:tr>
      <w:tr w:rsidR="00335455" w:rsidRPr="00606801" w14:paraId="1DD19BD2" w14:textId="77777777" w:rsidTr="006E146B">
        <w:tc>
          <w:tcPr>
            <w:tcW w:w="9520" w:type="dxa"/>
          </w:tcPr>
          <w:p w14:paraId="525B90DF" w14:textId="77777777" w:rsidR="00335455" w:rsidRPr="00606801" w:rsidRDefault="00335455" w:rsidP="006E146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Etyki zawodowe a etyka stosunków międzynarodowych</w:t>
            </w:r>
          </w:p>
        </w:tc>
      </w:tr>
    </w:tbl>
    <w:p w14:paraId="0D5394D8" w14:textId="77777777" w:rsidR="0085747A" w:rsidRPr="009C54AE" w:rsidRDefault="0085747A" w:rsidP="00EB4EF0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</w:p>
    <w:p w14:paraId="5A81D5D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1F696B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06801" w14:paraId="35052920" w14:textId="77777777" w:rsidTr="00DB1A41">
        <w:tc>
          <w:tcPr>
            <w:tcW w:w="9520" w:type="dxa"/>
          </w:tcPr>
          <w:p w14:paraId="2C00C7FE" w14:textId="77777777" w:rsidR="0085747A" w:rsidRPr="00606801" w:rsidRDefault="0085747A" w:rsidP="00EB4EF0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6068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1694" w:rsidRPr="00606801" w14:paraId="14C27B24" w14:textId="77777777" w:rsidTr="00DB1A41">
        <w:tc>
          <w:tcPr>
            <w:tcW w:w="9520" w:type="dxa"/>
          </w:tcPr>
          <w:p w14:paraId="22077FE7" w14:textId="77777777" w:rsidR="002077A3" w:rsidRPr="00606801" w:rsidRDefault="002077A3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230CA4" w:rsidRPr="00606801" w14:paraId="478CBB56" w14:textId="77777777" w:rsidTr="00DB1A41">
        <w:tc>
          <w:tcPr>
            <w:tcW w:w="9520" w:type="dxa"/>
          </w:tcPr>
          <w:p w14:paraId="03FACCBA" w14:textId="77777777" w:rsidR="00230CA4" w:rsidRDefault="00230CA4" w:rsidP="00796F8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BB4C68" w:rsidRPr="00606801" w14:paraId="5B95AF5D" w14:textId="77777777" w:rsidTr="00DB1A41">
        <w:tc>
          <w:tcPr>
            <w:tcW w:w="9520" w:type="dxa"/>
          </w:tcPr>
          <w:p w14:paraId="7CFB9BD2" w14:textId="77777777" w:rsidR="00BB4C68" w:rsidRDefault="00BB4C68" w:rsidP="00BB4C6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230CA4" w:rsidRPr="00606801" w14:paraId="6B29E3E1" w14:textId="77777777" w:rsidTr="00DB1A41">
        <w:tc>
          <w:tcPr>
            <w:tcW w:w="9520" w:type="dxa"/>
          </w:tcPr>
          <w:p w14:paraId="1875682A" w14:textId="77777777" w:rsidR="00230CA4" w:rsidRDefault="00230CA4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261F5C" w:rsidRPr="00606801" w14:paraId="549D4A06" w14:textId="77777777" w:rsidTr="00DB1A41">
        <w:tc>
          <w:tcPr>
            <w:tcW w:w="9520" w:type="dxa"/>
          </w:tcPr>
          <w:p w14:paraId="411819A9" w14:textId="77777777" w:rsidR="00261F5C" w:rsidRDefault="00261F5C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CB2455" w:rsidRPr="00606801" w14:paraId="4292DE9D" w14:textId="77777777" w:rsidTr="00DB1A41">
        <w:tc>
          <w:tcPr>
            <w:tcW w:w="9520" w:type="dxa"/>
          </w:tcPr>
          <w:p w14:paraId="312DBC05" w14:textId="77777777" w:rsidR="00CB2455" w:rsidRDefault="00CB2455" w:rsidP="003704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9E6C5A" w:rsidRPr="00606801" w14:paraId="3135040F" w14:textId="77777777" w:rsidTr="00DB1A41">
        <w:tc>
          <w:tcPr>
            <w:tcW w:w="9520" w:type="dxa"/>
          </w:tcPr>
          <w:p w14:paraId="1772FBDD" w14:textId="77777777" w:rsidR="009E6C5A" w:rsidRPr="00606801" w:rsidRDefault="009E6C5A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7609B4" w:rsidRPr="00606801" w14:paraId="6E99502A" w14:textId="77777777" w:rsidTr="00DB1A41">
        <w:tc>
          <w:tcPr>
            <w:tcW w:w="9520" w:type="dxa"/>
          </w:tcPr>
          <w:p w14:paraId="59E984D2" w14:textId="77777777" w:rsidR="007609B4" w:rsidRDefault="007609B4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AA56056" w14:textId="77777777" w:rsidR="00EB4EF0" w:rsidRDefault="00EB4EF0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056D672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11A5D6A" w14:textId="77777777" w:rsidR="004A2A43" w:rsidRDefault="00CB653E" w:rsidP="003C7193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</w:t>
      </w:r>
      <w:r w:rsidR="00E40F5C">
        <w:rPr>
          <w:rFonts w:ascii="Corbel" w:hAnsi="Corbel"/>
          <w:sz w:val="24"/>
          <w:szCs w:val="24"/>
        </w:rPr>
        <w:t>ykład</w:t>
      </w:r>
      <w:r w:rsidR="004A2A43">
        <w:rPr>
          <w:rFonts w:ascii="Corbel" w:hAnsi="Corbel"/>
          <w:sz w:val="24"/>
          <w:szCs w:val="24"/>
        </w:rPr>
        <w:t>: wykład</w:t>
      </w:r>
      <w:r w:rsidR="00E40F5C">
        <w:rPr>
          <w:rFonts w:ascii="Corbel" w:hAnsi="Corbel"/>
          <w:sz w:val="24"/>
          <w:szCs w:val="24"/>
        </w:rPr>
        <w:t xml:space="preserve"> problemowy</w:t>
      </w:r>
    </w:p>
    <w:p w14:paraId="7B7E9215" w14:textId="77777777" w:rsidR="00EB4EF0" w:rsidRDefault="00EB4EF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41B72305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29C7462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CDBA0C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0B50016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AD132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8AF83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C6069B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432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E45B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11F52F6" w14:textId="77777777" w:rsidTr="00C05F44">
        <w:tc>
          <w:tcPr>
            <w:tcW w:w="1985" w:type="dxa"/>
            <w:vAlign w:val="center"/>
          </w:tcPr>
          <w:p w14:paraId="619F4C7A" w14:textId="77777777" w:rsidR="0085747A" w:rsidRPr="009C54AE" w:rsidRDefault="0071620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745CBB9" w14:textId="77777777" w:rsidR="0085747A" w:rsidRPr="009C54AE" w:rsidRDefault="00F974D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BA54529" w14:textId="77777777" w:rsidR="0085747A" w:rsidRPr="009C54AE" w:rsidRDefault="009F4610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E5AFE46" w14:textId="77777777" w:rsidR="00923D7D" w:rsidRPr="009C54AE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D9AF1A" w14:textId="77777777" w:rsidR="0085747A" w:rsidRPr="009C54AE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218A6" w:rsidRPr="009C54AE" w14:paraId="56496D9E" w14:textId="77777777" w:rsidTr="00D47C16">
        <w:tc>
          <w:tcPr>
            <w:tcW w:w="1985" w:type="dxa"/>
            <w:vAlign w:val="center"/>
          </w:tcPr>
          <w:p w14:paraId="19BE6B08" w14:textId="77777777" w:rsidR="00A218A6" w:rsidRPr="00955656" w:rsidRDefault="00A218A6" w:rsidP="00D47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</w:t>
            </w:r>
            <w:r w:rsidRPr="00955656">
              <w:rPr>
                <w:rFonts w:ascii="Corbel" w:hAnsi="Corbel"/>
                <w:b w:val="0"/>
                <w:smallCaps w:val="0"/>
              </w:rPr>
              <w:t xml:space="preserve">01 </w:t>
            </w:r>
          </w:p>
        </w:tc>
        <w:tc>
          <w:tcPr>
            <w:tcW w:w="5528" w:type="dxa"/>
          </w:tcPr>
          <w:p w14:paraId="391CC635" w14:textId="77777777" w:rsidR="00A218A6" w:rsidRPr="00D72599" w:rsidRDefault="0082335D" w:rsidP="00DB65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BD62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1FECB0DA" w14:textId="77777777" w:rsidR="00A218A6" w:rsidRPr="00D72599" w:rsidRDefault="0067669C" w:rsidP="006766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496F17" w:rsidRPr="009C54AE" w14:paraId="0DD03085" w14:textId="77777777" w:rsidTr="00D47C16">
        <w:trPr>
          <w:trHeight w:val="227"/>
        </w:trPr>
        <w:tc>
          <w:tcPr>
            <w:tcW w:w="1985" w:type="dxa"/>
            <w:vAlign w:val="center"/>
          </w:tcPr>
          <w:p w14:paraId="59FF18BE" w14:textId="77777777" w:rsidR="00496F17" w:rsidRPr="00955656" w:rsidRDefault="00F33E82" w:rsidP="00D47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</w:t>
            </w:r>
            <w:r w:rsidR="00496F17" w:rsidRPr="00955656">
              <w:rPr>
                <w:rFonts w:ascii="Corbel" w:hAnsi="Corbel"/>
                <w:b w:val="0"/>
                <w:smallCaps w:val="0"/>
              </w:rPr>
              <w:t>02</w:t>
            </w:r>
          </w:p>
        </w:tc>
        <w:tc>
          <w:tcPr>
            <w:tcW w:w="5528" w:type="dxa"/>
          </w:tcPr>
          <w:p w14:paraId="2A6522C4" w14:textId="77777777" w:rsidR="00496F17" w:rsidRPr="00D72599" w:rsidRDefault="00AE797F" w:rsidP="00DB65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BD62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04F388B5" w14:textId="77777777" w:rsidR="00496F17" w:rsidRPr="00BB6D49" w:rsidRDefault="00DB6584" w:rsidP="00DB65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496F17" w:rsidRPr="009C54AE" w14:paraId="0831191A" w14:textId="77777777" w:rsidTr="00D47C16">
        <w:trPr>
          <w:cantSplit/>
        </w:trPr>
        <w:tc>
          <w:tcPr>
            <w:tcW w:w="1985" w:type="dxa"/>
            <w:vAlign w:val="center"/>
          </w:tcPr>
          <w:p w14:paraId="06E20A9A" w14:textId="77777777" w:rsidR="00496F17" w:rsidRPr="00955656" w:rsidRDefault="00496F17" w:rsidP="00D47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528" w:type="dxa"/>
          </w:tcPr>
          <w:p w14:paraId="28BD76D6" w14:textId="77777777" w:rsidR="00496F17" w:rsidRPr="00D72599" w:rsidRDefault="00AE797F" w:rsidP="00E076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6766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0784AEC3" w14:textId="77777777" w:rsidR="00496F17" w:rsidRPr="00BB6D49" w:rsidRDefault="0067669C" w:rsidP="00DB65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496F17" w:rsidRPr="009C54AE" w14:paraId="70986F70" w14:textId="77777777" w:rsidTr="00D47C16">
        <w:tc>
          <w:tcPr>
            <w:tcW w:w="1985" w:type="dxa"/>
            <w:vAlign w:val="center"/>
          </w:tcPr>
          <w:p w14:paraId="5E9CBF01" w14:textId="77777777" w:rsidR="00496F17" w:rsidRPr="00955656" w:rsidRDefault="00496F17" w:rsidP="00D47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528" w:type="dxa"/>
          </w:tcPr>
          <w:p w14:paraId="3E586AEC" w14:textId="77777777" w:rsidR="00496F17" w:rsidRPr="00D72599" w:rsidRDefault="00AE797F" w:rsidP="00BD6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6766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610AA63D" w14:textId="77777777" w:rsidR="00496F17" w:rsidRPr="00BB6D49" w:rsidRDefault="0067669C" w:rsidP="00BB6D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496F17" w:rsidRPr="009C54AE" w14:paraId="00B2B221" w14:textId="77777777" w:rsidTr="00D47C16">
        <w:tc>
          <w:tcPr>
            <w:tcW w:w="1985" w:type="dxa"/>
            <w:vAlign w:val="center"/>
          </w:tcPr>
          <w:p w14:paraId="22F81081" w14:textId="77777777" w:rsidR="00496F17" w:rsidRPr="00F6038D" w:rsidRDefault="00496F17" w:rsidP="00D47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038D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528" w:type="dxa"/>
          </w:tcPr>
          <w:p w14:paraId="219DDF3C" w14:textId="77777777" w:rsidR="00496F17" w:rsidRPr="00D72599" w:rsidRDefault="00AE797F" w:rsidP="00BD6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6766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4089C761" w14:textId="77777777" w:rsidR="00496F17" w:rsidRPr="00BB6D49" w:rsidRDefault="0067669C" w:rsidP="00BB6D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496F17" w:rsidRPr="009C54AE" w14:paraId="2A63B32B" w14:textId="77777777" w:rsidTr="00D47C16">
        <w:tc>
          <w:tcPr>
            <w:tcW w:w="1985" w:type="dxa"/>
            <w:vAlign w:val="center"/>
          </w:tcPr>
          <w:p w14:paraId="62683FF4" w14:textId="77777777" w:rsidR="00496F17" w:rsidRPr="00F6038D" w:rsidRDefault="00496F17" w:rsidP="00D47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546A54AC" w14:textId="77777777" w:rsidR="00496F17" w:rsidRPr="00D72599" w:rsidRDefault="00AE797F" w:rsidP="005B2C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6766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0E3F3868" w14:textId="77777777" w:rsidR="00496F17" w:rsidRPr="00BB6D49" w:rsidRDefault="0067669C" w:rsidP="00BB6D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4DDD33B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16BF9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5BFD25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592DBF" w14:textId="77777777" w:rsidTr="00923D7D">
        <w:tc>
          <w:tcPr>
            <w:tcW w:w="9670" w:type="dxa"/>
          </w:tcPr>
          <w:p w14:paraId="016B6C1E" w14:textId="77777777" w:rsidR="00D67166" w:rsidRDefault="00D67166" w:rsidP="00D671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pozytywnej oceny z kolokwium końcowego. Skala ocen z kolokwium:</w:t>
            </w:r>
          </w:p>
          <w:p w14:paraId="111F5E45" w14:textId="77777777" w:rsidR="00D67166" w:rsidRDefault="00D67166" w:rsidP="00D671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E88">
              <w:rPr>
                <w:rFonts w:ascii="Corbel" w:hAnsi="Corbel"/>
                <w:b w:val="0"/>
                <w:smallCaps w:val="0"/>
                <w:szCs w:val="24"/>
              </w:rPr>
              <w:t xml:space="preserve">91-100 % 5,0 </w:t>
            </w:r>
          </w:p>
          <w:p w14:paraId="7B70265A" w14:textId="77777777" w:rsidR="00D67166" w:rsidRDefault="00D67166" w:rsidP="00D671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E88">
              <w:rPr>
                <w:rFonts w:ascii="Corbel" w:hAnsi="Corbel"/>
                <w:b w:val="0"/>
                <w:smallCaps w:val="0"/>
                <w:szCs w:val="24"/>
              </w:rPr>
              <w:t xml:space="preserve">81-90% 4,5 </w:t>
            </w:r>
          </w:p>
          <w:p w14:paraId="187C3343" w14:textId="77777777" w:rsidR="00D67166" w:rsidRDefault="00D67166" w:rsidP="00D671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E88">
              <w:rPr>
                <w:rFonts w:ascii="Corbel" w:hAnsi="Corbel"/>
                <w:b w:val="0"/>
                <w:smallCaps w:val="0"/>
                <w:szCs w:val="24"/>
              </w:rPr>
              <w:t xml:space="preserve">71-80% 4,0 </w:t>
            </w:r>
          </w:p>
          <w:p w14:paraId="6FC74410" w14:textId="77777777" w:rsidR="00D67166" w:rsidRPr="00E41E88" w:rsidRDefault="00D67166" w:rsidP="00D671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E88">
              <w:rPr>
                <w:rFonts w:ascii="Corbel" w:hAnsi="Corbel"/>
                <w:b w:val="0"/>
                <w:smallCaps w:val="0"/>
                <w:szCs w:val="24"/>
              </w:rPr>
              <w:t xml:space="preserve">61-70% 3,5 </w:t>
            </w:r>
          </w:p>
          <w:p w14:paraId="4A8B18E4" w14:textId="77777777" w:rsidR="00D67166" w:rsidRDefault="00D67166" w:rsidP="00D671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E8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51-60% 3,0</w:t>
            </w:r>
          </w:p>
          <w:p w14:paraId="7AF594C4" w14:textId="5546BF10" w:rsidR="0085747A" w:rsidRPr="009C54AE" w:rsidRDefault="00D67166" w:rsidP="00D671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końcową wpływa a</w:t>
            </w:r>
            <w:r w:rsidRPr="00EB4EF0">
              <w:rPr>
                <w:rFonts w:ascii="Corbel" w:hAnsi="Corbel"/>
                <w:b w:val="0"/>
                <w:smallCaps w:val="0"/>
                <w:szCs w:val="24"/>
              </w:rPr>
              <w:t>ktywny udział w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½ oceny, kolokwium – ½ oceny.</w:t>
            </w:r>
          </w:p>
        </w:tc>
      </w:tr>
    </w:tbl>
    <w:p w14:paraId="0A3CCC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85165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B5D2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1E9D5A0" w14:textId="77777777" w:rsidTr="003E1941">
        <w:tc>
          <w:tcPr>
            <w:tcW w:w="4962" w:type="dxa"/>
            <w:vAlign w:val="center"/>
          </w:tcPr>
          <w:p w14:paraId="175977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5304B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0FB7E03" w14:textId="77777777" w:rsidTr="00681951">
        <w:tc>
          <w:tcPr>
            <w:tcW w:w="4962" w:type="dxa"/>
          </w:tcPr>
          <w:p w14:paraId="72B5247A" w14:textId="77777777" w:rsidR="0085747A" w:rsidRPr="009C54AE" w:rsidRDefault="00C61DC5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A4555DB" w14:textId="77777777" w:rsidR="0085747A" w:rsidRPr="009C54AE" w:rsidRDefault="007F791C" w:rsidP="00676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7669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A4D7120" w14:textId="77777777" w:rsidTr="00681951">
        <w:tc>
          <w:tcPr>
            <w:tcW w:w="4962" w:type="dxa"/>
          </w:tcPr>
          <w:p w14:paraId="0B1E0F90" w14:textId="77777777" w:rsidR="00C61DC5" w:rsidRPr="009C54AE" w:rsidRDefault="00C61DC5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47ABF4" w14:textId="77777777" w:rsidR="00C61DC5" w:rsidRPr="009C54AE" w:rsidRDefault="00C61DC5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79C82AA" w14:textId="77777777" w:rsidR="00C61DC5" w:rsidRPr="009C54AE" w:rsidRDefault="00D10A29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E7DC763" w14:textId="77777777" w:rsidTr="00681951">
        <w:tc>
          <w:tcPr>
            <w:tcW w:w="4962" w:type="dxa"/>
          </w:tcPr>
          <w:p w14:paraId="47F9A966" w14:textId="77777777" w:rsidR="0071620A" w:rsidRPr="009C54AE" w:rsidRDefault="00C61DC5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FE4808D" w14:textId="77777777" w:rsidR="00C61DC5" w:rsidRPr="009C54AE" w:rsidRDefault="00C61DC5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C247A8A" w14:textId="77777777" w:rsidR="00C61DC5" w:rsidRPr="009C54AE" w:rsidRDefault="00D10A29" w:rsidP="00D10A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734012EA" w14:textId="77777777" w:rsidTr="00681951">
        <w:tc>
          <w:tcPr>
            <w:tcW w:w="4962" w:type="dxa"/>
          </w:tcPr>
          <w:p w14:paraId="6A571733" w14:textId="77777777" w:rsidR="0085747A" w:rsidRPr="009C54AE" w:rsidRDefault="0085747A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A21F1A5" w14:textId="77777777" w:rsidR="0085747A" w:rsidRPr="009C54AE" w:rsidRDefault="00D10A29" w:rsidP="007F79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5E68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2BF09F1" w14:textId="77777777" w:rsidTr="00681951">
        <w:tc>
          <w:tcPr>
            <w:tcW w:w="4962" w:type="dxa"/>
          </w:tcPr>
          <w:p w14:paraId="7C22A240" w14:textId="77777777" w:rsidR="0085747A" w:rsidRPr="009C54AE" w:rsidRDefault="0085747A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7B76C35" w14:textId="77777777" w:rsidR="0085747A" w:rsidRPr="009C54AE" w:rsidRDefault="00D10A29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ED3079" w14:textId="77777777" w:rsidR="0061404C" w:rsidRDefault="00923D7D" w:rsidP="006E052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698E90" w14:textId="77777777" w:rsidR="00A169F9" w:rsidRDefault="00A169F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8F06C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503B951" w14:textId="77777777" w:rsidR="0085747A" w:rsidRPr="00DD5A1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1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F1FD573" w14:textId="77777777" w:rsidTr="0071620A">
        <w:trPr>
          <w:trHeight w:val="397"/>
        </w:trPr>
        <w:tc>
          <w:tcPr>
            <w:tcW w:w="3544" w:type="dxa"/>
          </w:tcPr>
          <w:p w14:paraId="4AE914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CABF75" w14:textId="77777777" w:rsidR="0085747A" w:rsidRPr="009C54AE" w:rsidRDefault="006E0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D27E592" w14:textId="77777777" w:rsidTr="0071620A">
        <w:trPr>
          <w:trHeight w:val="397"/>
        </w:trPr>
        <w:tc>
          <w:tcPr>
            <w:tcW w:w="3544" w:type="dxa"/>
          </w:tcPr>
          <w:p w14:paraId="034C9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492547" w14:textId="77777777" w:rsidR="0085747A" w:rsidRPr="009C54AE" w:rsidRDefault="006E0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E9ED52D" w14:textId="77777777" w:rsidR="003E1941" w:rsidRPr="00DD5A1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16"/>
          <w:szCs w:val="24"/>
        </w:rPr>
      </w:pPr>
    </w:p>
    <w:p w14:paraId="3E64EF9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14888A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9B92A08" w14:textId="77777777" w:rsidTr="0071620A">
        <w:trPr>
          <w:trHeight w:val="397"/>
        </w:trPr>
        <w:tc>
          <w:tcPr>
            <w:tcW w:w="7513" w:type="dxa"/>
          </w:tcPr>
          <w:p w14:paraId="16AFB18F" w14:textId="77777777" w:rsidR="00A21A76" w:rsidRDefault="0085747A" w:rsidP="00A21A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3B7F95" w14:textId="77777777" w:rsidR="009A3076" w:rsidRDefault="009A3076" w:rsidP="009A307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E6C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MacIntyre</w:t>
            </w:r>
            <w:proofErr w:type="spellEnd"/>
            <w:r w:rsidRPr="009E6C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404C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Krótka historia etyki. Historia filozofii moralności od czasów Homera do XX wieku</w:t>
            </w:r>
            <w:r w:rsidRPr="009E6C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przeł. A. </w:t>
            </w:r>
            <w:proofErr w:type="spellStart"/>
            <w:r w:rsidRPr="009E6C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Chmielwski</w:t>
            </w:r>
            <w:proofErr w:type="spellEnd"/>
            <w:r w:rsidRPr="009E6C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1995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9A5FA8" w14:textId="77777777" w:rsidR="00E3655C" w:rsidRDefault="00E3655C" w:rsidP="00E3655C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71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Ossowska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F71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04C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nauk o moralności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F71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1957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354727F" w14:textId="77777777" w:rsidR="00D8706A" w:rsidRPr="009C54AE" w:rsidRDefault="00975476" w:rsidP="0048205A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6C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Woleński J., </w:t>
            </w:r>
            <w:proofErr w:type="spellStart"/>
            <w:r w:rsidRPr="009E6C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Hartman</w:t>
            </w:r>
            <w:proofErr w:type="spellEnd"/>
            <w:r w:rsidRPr="009E6C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04C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Wiedza o etyce</w:t>
            </w:r>
            <w:r w:rsidRPr="009E6C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PARK, Bielsko-Biała 2012.</w:t>
            </w:r>
          </w:p>
        </w:tc>
      </w:tr>
      <w:tr w:rsidR="0085747A" w:rsidRPr="009C54AE" w14:paraId="031A987A" w14:textId="77777777" w:rsidTr="0071620A">
        <w:trPr>
          <w:trHeight w:val="397"/>
        </w:trPr>
        <w:tc>
          <w:tcPr>
            <w:tcW w:w="7513" w:type="dxa"/>
          </w:tcPr>
          <w:p w14:paraId="4F8E6213" w14:textId="77777777" w:rsidR="0085747A" w:rsidRDefault="0085747A" w:rsidP="00090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5565C5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4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Arystoteles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84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C34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Etyka </w:t>
            </w:r>
            <w:proofErr w:type="spellStart"/>
            <w:r w:rsidRPr="004C34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Nikomachejska</w:t>
            </w:r>
            <w:proofErr w:type="spellEnd"/>
            <w:r w:rsidRPr="00884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tłum. D. </w:t>
            </w:r>
            <w:proofErr w:type="spellStart"/>
            <w:r w:rsidRPr="00884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Gromska</w:t>
            </w:r>
            <w:proofErr w:type="spellEnd"/>
            <w:r w:rsidRPr="00884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B2DFB7F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Bentham J., </w:t>
            </w:r>
            <w:r w:rsidRPr="00404C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zasad moralności i prawodawstwa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1958.</w:t>
            </w:r>
          </w:p>
          <w:p w14:paraId="2E163B89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34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Brandt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2A34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719A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Etyka. Zagadnienia etyki normatywnej i metaetyki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1996.</w:t>
            </w:r>
          </w:p>
          <w:p w14:paraId="25F6CF1D" w14:textId="77777777" w:rsidR="00F455E1" w:rsidRDefault="00F455E1" w:rsidP="0059402E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Cwynar K.M., </w:t>
            </w:r>
            <w:r w:rsidRPr="00F455E1">
              <w:rPr>
                <w:rFonts w:ascii="Corbel" w:hAnsi="Corbel"/>
                <w:b w:val="0"/>
                <w:i/>
                <w:smallCaps w:val="0"/>
                <w:szCs w:val="24"/>
              </w:rPr>
              <w:t>Nietolerancja i granice jej zasadności</w:t>
            </w:r>
            <w:r w:rsidRPr="0098149C">
              <w:rPr>
                <w:rFonts w:ascii="Corbel" w:hAnsi="Corbel"/>
                <w:b w:val="0"/>
                <w:smallCaps w:val="0"/>
                <w:szCs w:val="24"/>
              </w:rPr>
              <w:t>, „ΣΟΦΙΑ. Pismo Filozofów Krajów Słowiańskich” 2018, vol. 18, s. 227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98149C">
              <w:rPr>
                <w:rFonts w:ascii="Corbel" w:hAnsi="Corbel"/>
                <w:b w:val="0"/>
                <w:smallCaps w:val="0"/>
                <w:szCs w:val="24"/>
              </w:rPr>
              <w:t xml:space="preserve">234. </w:t>
            </w:r>
          </w:p>
          <w:p w14:paraId="087444EF" w14:textId="77777777" w:rsidR="00F455E1" w:rsidRDefault="00F455E1" w:rsidP="0059402E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Cwynar K.M., </w:t>
            </w:r>
            <w:r w:rsidRPr="00F455E1">
              <w:rPr>
                <w:rFonts w:ascii="Corbel" w:hAnsi="Corbel"/>
                <w:b w:val="0"/>
                <w:i/>
                <w:smallCaps w:val="0"/>
                <w:szCs w:val="24"/>
              </w:rPr>
              <w:t>Pacyfizm jako idea bezpieczeństwa społecznego</w:t>
            </w:r>
            <w:r w:rsidRPr="00E076BD">
              <w:rPr>
                <w:rFonts w:ascii="Corbel" w:hAnsi="Corbel"/>
                <w:b w:val="0"/>
                <w:smallCaps w:val="0"/>
                <w:szCs w:val="24"/>
              </w:rPr>
              <w:t xml:space="preserve"> [w:] M. Milczanowski, G. Pawlikowski, K. Żarna (red.), </w:t>
            </w:r>
            <w:r w:rsidRPr="00F455E1">
              <w:rPr>
                <w:rFonts w:ascii="Corbel" w:hAnsi="Corbel"/>
                <w:b w:val="0"/>
                <w:i/>
                <w:smallCaps w:val="0"/>
                <w:szCs w:val="24"/>
              </w:rPr>
              <w:t>Bezpieczeństwo – prawa człowieka – stosunki międzynarodowe</w:t>
            </w:r>
            <w:r w:rsidRPr="00E076BD">
              <w:rPr>
                <w:rFonts w:ascii="Corbel" w:hAnsi="Corbel"/>
                <w:b w:val="0"/>
                <w:smallCaps w:val="0"/>
                <w:szCs w:val="24"/>
              </w:rPr>
              <w:t>, Wyd. UR, Rzeszów 2023, s. 21–34.</w:t>
            </w:r>
          </w:p>
          <w:p w14:paraId="6F853D8B" w14:textId="77777777" w:rsidR="00F455E1" w:rsidRDefault="00F455E1" w:rsidP="00884E1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7D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Dupré</w:t>
            </w:r>
            <w:proofErr w:type="spellEnd"/>
            <w:r w:rsidRPr="00357D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Ben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C34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Etyka: 50 idei, które powinieneś znać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57D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57D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Naukowe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2021.</w:t>
            </w:r>
          </w:p>
          <w:p w14:paraId="6596EA97" w14:textId="77777777" w:rsidR="00F455E1" w:rsidRDefault="00F455E1" w:rsidP="002F4930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Fritzhand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A835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 – humanizm – moralność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Książka i Wiedza, Warszawa 1966.</w:t>
            </w:r>
          </w:p>
          <w:p w14:paraId="69B28EAD" w14:textId="77777777" w:rsidR="00F455E1" w:rsidRDefault="00F455E1" w:rsidP="00884E1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53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Grotius H., </w:t>
            </w:r>
            <w:r w:rsidRPr="007B539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Trzy księgi o prawie wojny i pokoju</w:t>
            </w:r>
            <w:r w:rsidRPr="007B53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Państwowe Wydaw. Naukowe, Warszawa 1957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2186B4D" w14:textId="77777777" w:rsidR="00F455E1" w:rsidRDefault="00F455E1" w:rsidP="00884E1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C2D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Hołówka</w:t>
            </w:r>
            <w:proofErr w:type="spellEnd"/>
            <w:r w:rsidRPr="00BC2D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695A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działaniu</w:t>
            </w:r>
            <w:r w:rsidRPr="00BC2D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Prószyński i S-ka,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</w:t>
            </w:r>
            <w:r w:rsidRPr="00BC2D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2001.</w:t>
            </w:r>
          </w:p>
          <w:p w14:paraId="7DD92463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Jankowski H., </w:t>
            </w:r>
            <w:r w:rsidRPr="009D2EC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Ludwika Feuerbacha: u źródeł marksowskiego humanizmu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Książka i Wiedza, Warszawa 1963.</w:t>
            </w:r>
          </w:p>
          <w:p w14:paraId="0E55EBBF" w14:textId="77777777" w:rsidR="00F455E1" w:rsidRDefault="00F455E1" w:rsidP="00884E1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8719A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Zasada odpowiedzialności: etyka dla cywilizacji technologicznej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Platan, Kraków 1996.</w:t>
            </w:r>
          </w:p>
          <w:p w14:paraId="1141B9A8" w14:textId="77777777" w:rsidR="00F455E1" w:rsidRDefault="00F455E1" w:rsidP="0059402E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Kalita Z., </w:t>
            </w:r>
            <w:r w:rsidRPr="00743BDF">
              <w:rPr>
                <w:rFonts w:ascii="Corbel" w:hAnsi="Corbel"/>
                <w:b w:val="0"/>
                <w:i/>
                <w:smallCaps w:val="0"/>
                <w:szCs w:val="24"/>
              </w:rPr>
              <w:t>Etyka renesansowego humanizmu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Wrocław 1992.</w:t>
            </w:r>
          </w:p>
          <w:p w14:paraId="217C2F82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Kalita Z., </w:t>
            </w:r>
            <w:r w:rsidRPr="00580C0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teorii i praktyce. Antologia tekstów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2001.</w:t>
            </w:r>
          </w:p>
          <w:p w14:paraId="34376106" w14:textId="77777777" w:rsidR="00F455E1" w:rsidRDefault="00F455E1" w:rsidP="00884E1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53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Kant I., </w:t>
            </w:r>
            <w:r w:rsidRPr="00A674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wiecznym pokoju. Zarys filozoficzny</w:t>
            </w:r>
            <w:r w:rsidRPr="007B53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Wydaw. Uniwersytetu Wrocławskiego, Wrocław 1992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B91F201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4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 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84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C34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Uzasadnienie metafizyki moralności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Kęty 2013.</w:t>
            </w:r>
          </w:p>
          <w:p w14:paraId="38FDED80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Konstańczak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A969A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niezależna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Zielona Góra 2019.</w:t>
            </w:r>
          </w:p>
          <w:p w14:paraId="008D18E0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6F5C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Medytacje o życiu godziwym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Wiedza Powszechna, Warszawa 1967.</w:t>
            </w:r>
          </w:p>
          <w:p w14:paraId="400006E4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5327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Sprawy sumienia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Książka i Wiedza, Warszawa 1956.</w:t>
            </w:r>
          </w:p>
          <w:p w14:paraId="5C15378A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Kurtz P., </w:t>
            </w:r>
            <w:r w:rsidRPr="00014B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Zakazany owoc. Etyka humanizmu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1988.</w:t>
            </w:r>
          </w:p>
          <w:p w14:paraId="35007EDA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4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884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S., </w:t>
            </w:r>
            <w:r w:rsidRPr="00695A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Utylitaryzm. O wolności</w:t>
            </w:r>
            <w:r w:rsidRPr="00884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1959</w:t>
            </w:r>
          </w:p>
          <w:p w14:paraId="6F0F433D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4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G., </w:t>
            </w:r>
            <w:r w:rsidRPr="004F36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</w:t>
            </w:r>
            <w:r w:rsidRPr="00884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1980</w:t>
            </w:r>
          </w:p>
          <w:p w14:paraId="37937764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7C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Ossowska M., </w:t>
            </w:r>
            <w:r w:rsidRPr="00C07AB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Normy moralne. Próba systematyzacji</w:t>
            </w:r>
            <w:r w:rsidRPr="00A37C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2020.</w:t>
            </w:r>
          </w:p>
          <w:p w14:paraId="2F581776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39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Schlick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139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327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Zagadnienie etyki</w:t>
            </w:r>
            <w:r w:rsidRPr="00F139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PWN, </w:t>
            </w:r>
            <w:r w:rsidRPr="00F139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1960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188E56E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Singer</w:t>
            </w:r>
            <w:r w:rsidRPr="0080221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(red.), </w:t>
            </w:r>
            <w:r w:rsidRPr="00945B2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Przewodnik po etyce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5BD68573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53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Sutor</w:t>
            </w:r>
            <w:proofErr w:type="spellEnd"/>
            <w:r w:rsidRPr="00853F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853F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polityczna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1994.</w:t>
            </w:r>
          </w:p>
          <w:p w14:paraId="4FCA7A79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34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Tatarkiewicz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</w:t>
            </w:r>
            <w:r w:rsidRPr="002A34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C34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szczęściu</w:t>
            </w:r>
            <w:r w:rsidRPr="002A34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2015.</w:t>
            </w:r>
            <w:r w:rsidRPr="002A34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25C94ACD" w14:textId="77777777" w:rsidR="00F455E1" w:rsidRDefault="00F455E1" w:rsidP="007D1744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33F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Teichman</w:t>
            </w:r>
            <w:proofErr w:type="spellEnd"/>
            <w:r w:rsidRPr="00D33F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C342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społeczna: podręcznik dla studentów</w:t>
            </w:r>
            <w:r w:rsidR="00A674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N</w:t>
            </w:r>
            <w:r w:rsidRPr="00D33F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aukowa, </w:t>
            </w:r>
            <w:r w:rsidR="00A674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D33F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64761F5" w14:textId="77777777" w:rsidR="00F455E1" w:rsidRDefault="00F455E1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F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Vardy P., P. </w:t>
            </w:r>
            <w:proofErr w:type="spellStart"/>
            <w:r w:rsidRPr="00D33F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Grosch</w:t>
            </w:r>
            <w:proofErr w:type="spellEnd"/>
            <w:r w:rsidRPr="00D33F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04C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Etyka: poglądy i problemy</w:t>
            </w:r>
            <w:r w:rsidR="00A674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Zysk i Sp., Poznań</w:t>
            </w:r>
            <w:r w:rsidRPr="00D33F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14:paraId="6B85B26B" w14:textId="77777777" w:rsidR="00357D03" w:rsidRPr="00FE4934" w:rsidRDefault="00F455E1" w:rsidP="0048205A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Zachariasz A.L., </w:t>
            </w:r>
            <w:r w:rsidRPr="009C23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Filozofia. Jej istota i funkcje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UR, Rzeszów 2002.</w:t>
            </w:r>
          </w:p>
        </w:tc>
      </w:tr>
    </w:tbl>
    <w:p w14:paraId="2E583F7C" w14:textId="77777777" w:rsidR="00DD5A1F" w:rsidRDefault="00DD5A1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88569D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B6F71FE" w14:textId="77777777" w:rsidR="00381FA0" w:rsidRDefault="00381FA0" w:rsidP="00F83B28">
      <w:pPr>
        <w:pStyle w:val="Punktygwne"/>
        <w:spacing w:before="0" w:after="0"/>
        <w:ind w:left="360"/>
      </w:pPr>
    </w:p>
    <w:p w14:paraId="6D74F683" w14:textId="77777777" w:rsidR="00DD269C" w:rsidRDefault="00DD269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DD269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2B09C" w14:textId="77777777" w:rsidR="001D2CD0" w:rsidRDefault="001D2CD0" w:rsidP="00C16ABF">
      <w:pPr>
        <w:spacing w:after="0" w:line="240" w:lineRule="auto"/>
      </w:pPr>
      <w:r>
        <w:separator/>
      </w:r>
    </w:p>
  </w:endnote>
  <w:endnote w:type="continuationSeparator" w:id="0">
    <w:p w14:paraId="475DA6B8" w14:textId="77777777" w:rsidR="001D2CD0" w:rsidRDefault="001D2C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5D897" w14:textId="77777777" w:rsidR="001D2CD0" w:rsidRDefault="001D2CD0" w:rsidP="00C16ABF">
      <w:pPr>
        <w:spacing w:after="0" w:line="240" w:lineRule="auto"/>
      </w:pPr>
      <w:r>
        <w:separator/>
      </w:r>
    </w:p>
  </w:footnote>
  <w:footnote w:type="continuationSeparator" w:id="0">
    <w:p w14:paraId="458F4119" w14:textId="77777777" w:rsidR="001D2CD0" w:rsidRDefault="001D2CD0" w:rsidP="00C16ABF">
      <w:pPr>
        <w:spacing w:after="0" w:line="240" w:lineRule="auto"/>
      </w:pPr>
      <w:r>
        <w:continuationSeparator/>
      </w:r>
    </w:p>
  </w:footnote>
  <w:footnote w:id="1">
    <w:p w14:paraId="713CF007" w14:textId="77777777" w:rsidR="0086559A" w:rsidRDefault="008655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E09CC"/>
    <w:multiLevelType w:val="hybridMultilevel"/>
    <w:tmpl w:val="361410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AB2269"/>
    <w:multiLevelType w:val="multilevel"/>
    <w:tmpl w:val="BC4097F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7C61C8A"/>
    <w:multiLevelType w:val="hybridMultilevel"/>
    <w:tmpl w:val="D9B81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2B0555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933795">
    <w:abstractNumId w:val="1"/>
  </w:num>
  <w:num w:numId="2" w16cid:durableId="1729692939">
    <w:abstractNumId w:val="2"/>
  </w:num>
  <w:num w:numId="3" w16cid:durableId="1599556171">
    <w:abstractNumId w:val="0"/>
  </w:num>
  <w:num w:numId="4" w16cid:durableId="161528739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9DD"/>
    <w:rsid w:val="000137AB"/>
    <w:rsid w:val="00014B25"/>
    <w:rsid w:val="00015B8F"/>
    <w:rsid w:val="00016AEA"/>
    <w:rsid w:val="0002209F"/>
    <w:rsid w:val="00022ECE"/>
    <w:rsid w:val="00042A51"/>
    <w:rsid w:val="00042D2E"/>
    <w:rsid w:val="000441B9"/>
    <w:rsid w:val="00044C82"/>
    <w:rsid w:val="000531B5"/>
    <w:rsid w:val="00064859"/>
    <w:rsid w:val="00070ED6"/>
    <w:rsid w:val="000742DC"/>
    <w:rsid w:val="00084C12"/>
    <w:rsid w:val="00090746"/>
    <w:rsid w:val="00091866"/>
    <w:rsid w:val="0009462C"/>
    <w:rsid w:val="00094B12"/>
    <w:rsid w:val="00096C46"/>
    <w:rsid w:val="000A296F"/>
    <w:rsid w:val="000A2A28"/>
    <w:rsid w:val="000A3CDF"/>
    <w:rsid w:val="000B113D"/>
    <w:rsid w:val="000B192D"/>
    <w:rsid w:val="000B28EE"/>
    <w:rsid w:val="000B3E37"/>
    <w:rsid w:val="000B4C55"/>
    <w:rsid w:val="000C52B7"/>
    <w:rsid w:val="000D04B0"/>
    <w:rsid w:val="000E1B99"/>
    <w:rsid w:val="000E1CB5"/>
    <w:rsid w:val="000E47FA"/>
    <w:rsid w:val="000E5CCC"/>
    <w:rsid w:val="000F1C57"/>
    <w:rsid w:val="000F5615"/>
    <w:rsid w:val="00101865"/>
    <w:rsid w:val="00116791"/>
    <w:rsid w:val="00120348"/>
    <w:rsid w:val="00124BFF"/>
    <w:rsid w:val="0012560E"/>
    <w:rsid w:val="00127108"/>
    <w:rsid w:val="001277CE"/>
    <w:rsid w:val="00134B13"/>
    <w:rsid w:val="00135F0B"/>
    <w:rsid w:val="00146BC0"/>
    <w:rsid w:val="0015386E"/>
    <w:rsid w:val="00153C41"/>
    <w:rsid w:val="00154381"/>
    <w:rsid w:val="00154CA2"/>
    <w:rsid w:val="001640A7"/>
    <w:rsid w:val="0016411B"/>
    <w:rsid w:val="00164FA7"/>
    <w:rsid w:val="00166A03"/>
    <w:rsid w:val="001718A7"/>
    <w:rsid w:val="001737CF"/>
    <w:rsid w:val="00176083"/>
    <w:rsid w:val="00176F51"/>
    <w:rsid w:val="00184CE9"/>
    <w:rsid w:val="0018693D"/>
    <w:rsid w:val="00192F37"/>
    <w:rsid w:val="001A70D2"/>
    <w:rsid w:val="001C3DD6"/>
    <w:rsid w:val="001C68B4"/>
    <w:rsid w:val="001D2CD0"/>
    <w:rsid w:val="001D5B0E"/>
    <w:rsid w:val="001D657B"/>
    <w:rsid w:val="001D7B54"/>
    <w:rsid w:val="001E0209"/>
    <w:rsid w:val="001E3041"/>
    <w:rsid w:val="001E62B7"/>
    <w:rsid w:val="001F161C"/>
    <w:rsid w:val="001F1907"/>
    <w:rsid w:val="001F2CA2"/>
    <w:rsid w:val="001F6A8F"/>
    <w:rsid w:val="001F6D0C"/>
    <w:rsid w:val="00205B44"/>
    <w:rsid w:val="00207720"/>
    <w:rsid w:val="002077A3"/>
    <w:rsid w:val="002144C0"/>
    <w:rsid w:val="0022477D"/>
    <w:rsid w:val="00224D1F"/>
    <w:rsid w:val="002278A9"/>
    <w:rsid w:val="00230121"/>
    <w:rsid w:val="00230CA4"/>
    <w:rsid w:val="0023271D"/>
    <w:rsid w:val="00232BA4"/>
    <w:rsid w:val="002336F9"/>
    <w:rsid w:val="00235D79"/>
    <w:rsid w:val="0023767B"/>
    <w:rsid w:val="0024028F"/>
    <w:rsid w:val="002431AE"/>
    <w:rsid w:val="00244ABC"/>
    <w:rsid w:val="00250FCC"/>
    <w:rsid w:val="00253B0C"/>
    <w:rsid w:val="00261F5C"/>
    <w:rsid w:val="00281FF2"/>
    <w:rsid w:val="002857DE"/>
    <w:rsid w:val="00291567"/>
    <w:rsid w:val="0029177D"/>
    <w:rsid w:val="00292AF1"/>
    <w:rsid w:val="002A22BF"/>
    <w:rsid w:val="002A2389"/>
    <w:rsid w:val="002A34E8"/>
    <w:rsid w:val="002A514D"/>
    <w:rsid w:val="002A671D"/>
    <w:rsid w:val="002B1459"/>
    <w:rsid w:val="002B4D55"/>
    <w:rsid w:val="002B4FE8"/>
    <w:rsid w:val="002B5EA0"/>
    <w:rsid w:val="002B6119"/>
    <w:rsid w:val="002B61FD"/>
    <w:rsid w:val="002C186D"/>
    <w:rsid w:val="002C1F06"/>
    <w:rsid w:val="002C562C"/>
    <w:rsid w:val="002D23BB"/>
    <w:rsid w:val="002D3151"/>
    <w:rsid w:val="002D3375"/>
    <w:rsid w:val="002D73D4"/>
    <w:rsid w:val="002E2D55"/>
    <w:rsid w:val="002E3361"/>
    <w:rsid w:val="002E5B98"/>
    <w:rsid w:val="002F02A3"/>
    <w:rsid w:val="002F477B"/>
    <w:rsid w:val="002F4930"/>
    <w:rsid w:val="002F4ABE"/>
    <w:rsid w:val="003018BA"/>
    <w:rsid w:val="0030395F"/>
    <w:rsid w:val="00305C92"/>
    <w:rsid w:val="003061F4"/>
    <w:rsid w:val="00306803"/>
    <w:rsid w:val="003132EE"/>
    <w:rsid w:val="003151C5"/>
    <w:rsid w:val="003166E3"/>
    <w:rsid w:val="003169A7"/>
    <w:rsid w:val="00317863"/>
    <w:rsid w:val="00324EA2"/>
    <w:rsid w:val="003256CB"/>
    <w:rsid w:val="0033018B"/>
    <w:rsid w:val="003343CF"/>
    <w:rsid w:val="00335455"/>
    <w:rsid w:val="00346FE9"/>
    <w:rsid w:val="0034759A"/>
    <w:rsid w:val="003503F6"/>
    <w:rsid w:val="003530DD"/>
    <w:rsid w:val="00357D03"/>
    <w:rsid w:val="00363F78"/>
    <w:rsid w:val="003655ED"/>
    <w:rsid w:val="00370455"/>
    <w:rsid w:val="00371E9D"/>
    <w:rsid w:val="00381FA0"/>
    <w:rsid w:val="0038380D"/>
    <w:rsid w:val="0038592A"/>
    <w:rsid w:val="0039051F"/>
    <w:rsid w:val="00395278"/>
    <w:rsid w:val="003A0A5B"/>
    <w:rsid w:val="003A1176"/>
    <w:rsid w:val="003A4F61"/>
    <w:rsid w:val="003A5911"/>
    <w:rsid w:val="003B0A3C"/>
    <w:rsid w:val="003B1D25"/>
    <w:rsid w:val="003B2AE2"/>
    <w:rsid w:val="003B3703"/>
    <w:rsid w:val="003C0BAE"/>
    <w:rsid w:val="003C7193"/>
    <w:rsid w:val="003D1085"/>
    <w:rsid w:val="003D18A9"/>
    <w:rsid w:val="003D6CE2"/>
    <w:rsid w:val="003E1941"/>
    <w:rsid w:val="003E2FE6"/>
    <w:rsid w:val="003E49D5"/>
    <w:rsid w:val="003E74C7"/>
    <w:rsid w:val="003F205D"/>
    <w:rsid w:val="003F2A44"/>
    <w:rsid w:val="003F38C0"/>
    <w:rsid w:val="003F3CE8"/>
    <w:rsid w:val="003F733D"/>
    <w:rsid w:val="00402CBB"/>
    <w:rsid w:val="004048F3"/>
    <w:rsid w:val="00404C9B"/>
    <w:rsid w:val="00414E3C"/>
    <w:rsid w:val="00415D23"/>
    <w:rsid w:val="00417C23"/>
    <w:rsid w:val="00417D54"/>
    <w:rsid w:val="0042244A"/>
    <w:rsid w:val="00423023"/>
    <w:rsid w:val="00425144"/>
    <w:rsid w:val="0042745A"/>
    <w:rsid w:val="00431D5C"/>
    <w:rsid w:val="00434DC5"/>
    <w:rsid w:val="004362C6"/>
    <w:rsid w:val="00437FA2"/>
    <w:rsid w:val="00441E6C"/>
    <w:rsid w:val="00443CBD"/>
    <w:rsid w:val="00445970"/>
    <w:rsid w:val="0045264B"/>
    <w:rsid w:val="0045555E"/>
    <w:rsid w:val="00461EFC"/>
    <w:rsid w:val="004652C2"/>
    <w:rsid w:val="004706D1"/>
    <w:rsid w:val="00470D09"/>
    <w:rsid w:val="00471326"/>
    <w:rsid w:val="00471D6E"/>
    <w:rsid w:val="004736B0"/>
    <w:rsid w:val="0047598D"/>
    <w:rsid w:val="004770FA"/>
    <w:rsid w:val="004779D3"/>
    <w:rsid w:val="0048205A"/>
    <w:rsid w:val="004840FD"/>
    <w:rsid w:val="0048428D"/>
    <w:rsid w:val="00490F7D"/>
    <w:rsid w:val="00491678"/>
    <w:rsid w:val="00494A51"/>
    <w:rsid w:val="0049648A"/>
    <w:rsid w:val="004968E2"/>
    <w:rsid w:val="00496F17"/>
    <w:rsid w:val="004A2A43"/>
    <w:rsid w:val="004A3EEA"/>
    <w:rsid w:val="004A4D1F"/>
    <w:rsid w:val="004A593E"/>
    <w:rsid w:val="004A66FE"/>
    <w:rsid w:val="004A6769"/>
    <w:rsid w:val="004C1BBA"/>
    <w:rsid w:val="004C3421"/>
    <w:rsid w:val="004C433A"/>
    <w:rsid w:val="004C4ABD"/>
    <w:rsid w:val="004D5282"/>
    <w:rsid w:val="004D744B"/>
    <w:rsid w:val="004E1672"/>
    <w:rsid w:val="004E5A36"/>
    <w:rsid w:val="004E616A"/>
    <w:rsid w:val="004F07C2"/>
    <w:rsid w:val="004F1551"/>
    <w:rsid w:val="004F1B1D"/>
    <w:rsid w:val="004F365C"/>
    <w:rsid w:val="004F55A3"/>
    <w:rsid w:val="004F5975"/>
    <w:rsid w:val="004F59E5"/>
    <w:rsid w:val="004F71C0"/>
    <w:rsid w:val="00501AF4"/>
    <w:rsid w:val="0050320B"/>
    <w:rsid w:val="0050496F"/>
    <w:rsid w:val="00513B6F"/>
    <w:rsid w:val="00517C63"/>
    <w:rsid w:val="0052027E"/>
    <w:rsid w:val="00521161"/>
    <w:rsid w:val="00530168"/>
    <w:rsid w:val="00532778"/>
    <w:rsid w:val="005363C4"/>
    <w:rsid w:val="00536732"/>
    <w:rsid w:val="00536BDE"/>
    <w:rsid w:val="005406E4"/>
    <w:rsid w:val="00543233"/>
    <w:rsid w:val="00543ACC"/>
    <w:rsid w:val="00545EAD"/>
    <w:rsid w:val="00561C48"/>
    <w:rsid w:val="00565F13"/>
    <w:rsid w:val="0056696D"/>
    <w:rsid w:val="00576686"/>
    <w:rsid w:val="00580C04"/>
    <w:rsid w:val="005813E2"/>
    <w:rsid w:val="005841AA"/>
    <w:rsid w:val="00592B37"/>
    <w:rsid w:val="0059402E"/>
    <w:rsid w:val="005945D8"/>
    <w:rsid w:val="0059484D"/>
    <w:rsid w:val="005A0855"/>
    <w:rsid w:val="005A3196"/>
    <w:rsid w:val="005B193C"/>
    <w:rsid w:val="005B2CBD"/>
    <w:rsid w:val="005B7219"/>
    <w:rsid w:val="005C0599"/>
    <w:rsid w:val="005C080F"/>
    <w:rsid w:val="005C0AFA"/>
    <w:rsid w:val="005C55E5"/>
    <w:rsid w:val="005C696A"/>
    <w:rsid w:val="005D3051"/>
    <w:rsid w:val="005D3350"/>
    <w:rsid w:val="005E4B38"/>
    <w:rsid w:val="005E68FB"/>
    <w:rsid w:val="005E6E85"/>
    <w:rsid w:val="005F0473"/>
    <w:rsid w:val="005F270D"/>
    <w:rsid w:val="005F31D2"/>
    <w:rsid w:val="00602541"/>
    <w:rsid w:val="00604320"/>
    <w:rsid w:val="00604548"/>
    <w:rsid w:val="00606801"/>
    <w:rsid w:val="0061029B"/>
    <w:rsid w:val="0061404C"/>
    <w:rsid w:val="00617230"/>
    <w:rsid w:val="0062125C"/>
    <w:rsid w:val="00621CE1"/>
    <w:rsid w:val="00624070"/>
    <w:rsid w:val="00626DDA"/>
    <w:rsid w:val="006271EC"/>
    <w:rsid w:val="00627FC9"/>
    <w:rsid w:val="00647FA8"/>
    <w:rsid w:val="00650C5F"/>
    <w:rsid w:val="00654934"/>
    <w:rsid w:val="0065695F"/>
    <w:rsid w:val="006620D9"/>
    <w:rsid w:val="00662FFA"/>
    <w:rsid w:val="0066592B"/>
    <w:rsid w:val="0066689A"/>
    <w:rsid w:val="0067006E"/>
    <w:rsid w:val="00671958"/>
    <w:rsid w:val="00675843"/>
    <w:rsid w:val="0067669C"/>
    <w:rsid w:val="006771B0"/>
    <w:rsid w:val="00681951"/>
    <w:rsid w:val="00690101"/>
    <w:rsid w:val="0069334C"/>
    <w:rsid w:val="00695A78"/>
    <w:rsid w:val="00696477"/>
    <w:rsid w:val="006B1652"/>
    <w:rsid w:val="006B4FA8"/>
    <w:rsid w:val="006B616D"/>
    <w:rsid w:val="006D050F"/>
    <w:rsid w:val="006D20E1"/>
    <w:rsid w:val="006D6139"/>
    <w:rsid w:val="006E052E"/>
    <w:rsid w:val="006E5D65"/>
    <w:rsid w:val="006F0BDD"/>
    <w:rsid w:val="006F1170"/>
    <w:rsid w:val="006F1282"/>
    <w:rsid w:val="006F1FBC"/>
    <w:rsid w:val="006F2A2A"/>
    <w:rsid w:val="006F31E2"/>
    <w:rsid w:val="006F5C52"/>
    <w:rsid w:val="006F6DC0"/>
    <w:rsid w:val="00701269"/>
    <w:rsid w:val="00706544"/>
    <w:rsid w:val="00706B11"/>
    <w:rsid w:val="007072BA"/>
    <w:rsid w:val="00707BD6"/>
    <w:rsid w:val="00714100"/>
    <w:rsid w:val="0071620A"/>
    <w:rsid w:val="007207C3"/>
    <w:rsid w:val="00724677"/>
    <w:rsid w:val="00725459"/>
    <w:rsid w:val="007327BD"/>
    <w:rsid w:val="00734608"/>
    <w:rsid w:val="00743BDF"/>
    <w:rsid w:val="00745302"/>
    <w:rsid w:val="007461D6"/>
    <w:rsid w:val="00746EC8"/>
    <w:rsid w:val="007609B4"/>
    <w:rsid w:val="00763BF1"/>
    <w:rsid w:val="00766FD4"/>
    <w:rsid w:val="00777D8C"/>
    <w:rsid w:val="00780A0F"/>
    <w:rsid w:val="0078168C"/>
    <w:rsid w:val="007842F3"/>
    <w:rsid w:val="0078584F"/>
    <w:rsid w:val="00785F4C"/>
    <w:rsid w:val="00787C2A"/>
    <w:rsid w:val="00790E27"/>
    <w:rsid w:val="00792097"/>
    <w:rsid w:val="0079337D"/>
    <w:rsid w:val="007938E2"/>
    <w:rsid w:val="00796F88"/>
    <w:rsid w:val="007A4022"/>
    <w:rsid w:val="007A6E6E"/>
    <w:rsid w:val="007B2402"/>
    <w:rsid w:val="007B539A"/>
    <w:rsid w:val="007C3299"/>
    <w:rsid w:val="007C3BCC"/>
    <w:rsid w:val="007C4546"/>
    <w:rsid w:val="007D1744"/>
    <w:rsid w:val="007D4B3A"/>
    <w:rsid w:val="007D54A3"/>
    <w:rsid w:val="007D60F6"/>
    <w:rsid w:val="007D6E56"/>
    <w:rsid w:val="007F2420"/>
    <w:rsid w:val="007F4155"/>
    <w:rsid w:val="007F791C"/>
    <w:rsid w:val="00802217"/>
    <w:rsid w:val="0080320B"/>
    <w:rsid w:val="00807F9F"/>
    <w:rsid w:val="0081554D"/>
    <w:rsid w:val="0081707E"/>
    <w:rsid w:val="0082335D"/>
    <w:rsid w:val="0082519A"/>
    <w:rsid w:val="008272F4"/>
    <w:rsid w:val="008415B7"/>
    <w:rsid w:val="00843EE8"/>
    <w:rsid w:val="008449B3"/>
    <w:rsid w:val="00852315"/>
    <w:rsid w:val="00853F74"/>
    <w:rsid w:val="008552A2"/>
    <w:rsid w:val="0085703E"/>
    <w:rsid w:val="0085747A"/>
    <w:rsid w:val="0086559A"/>
    <w:rsid w:val="00866221"/>
    <w:rsid w:val="008719A4"/>
    <w:rsid w:val="00882AD4"/>
    <w:rsid w:val="00884922"/>
    <w:rsid w:val="00884E16"/>
    <w:rsid w:val="00885F64"/>
    <w:rsid w:val="00886582"/>
    <w:rsid w:val="008917F9"/>
    <w:rsid w:val="008A45F7"/>
    <w:rsid w:val="008C0CC0"/>
    <w:rsid w:val="008C19A9"/>
    <w:rsid w:val="008C379D"/>
    <w:rsid w:val="008C5147"/>
    <w:rsid w:val="008C5359"/>
    <w:rsid w:val="008C5363"/>
    <w:rsid w:val="008C6E2F"/>
    <w:rsid w:val="008D1DB8"/>
    <w:rsid w:val="008D2B81"/>
    <w:rsid w:val="008D3DFB"/>
    <w:rsid w:val="008E268F"/>
    <w:rsid w:val="008E64F4"/>
    <w:rsid w:val="008F111E"/>
    <w:rsid w:val="008F12C9"/>
    <w:rsid w:val="008F6E29"/>
    <w:rsid w:val="00900E27"/>
    <w:rsid w:val="00906EEB"/>
    <w:rsid w:val="00907552"/>
    <w:rsid w:val="00911AC4"/>
    <w:rsid w:val="00912CD2"/>
    <w:rsid w:val="009135BC"/>
    <w:rsid w:val="00915BF3"/>
    <w:rsid w:val="00916188"/>
    <w:rsid w:val="0092045C"/>
    <w:rsid w:val="00923D7D"/>
    <w:rsid w:val="00930A62"/>
    <w:rsid w:val="0093161B"/>
    <w:rsid w:val="009343B3"/>
    <w:rsid w:val="009439D6"/>
    <w:rsid w:val="009448DF"/>
    <w:rsid w:val="00945B29"/>
    <w:rsid w:val="009508DF"/>
    <w:rsid w:val="00950DAC"/>
    <w:rsid w:val="0095422A"/>
    <w:rsid w:val="00954A07"/>
    <w:rsid w:val="00965FBA"/>
    <w:rsid w:val="00973476"/>
    <w:rsid w:val="00975476"/>
    <w:rsid w:val="00980078"/>
    <w:rsid w:val="0098149C"/>
    <w:rsid w:val="0098259F"/>
    <w:rsid w:val="0099773C"/>
    <w:rsid w:val="00997F14"/>
    <w:rsid w:val="009A23A7"/>
    <w:rsid w:val="009A3076"/>
    <w:rsid w:val="009A4AAD"/>
    <w:rsid w:val="009A58EF"/>
    <w:rsid w:val="009A6AC9"/>
    <w:rsid w:val="009A78D9"/>
    <w:rsid w:val="009C23B4"/>
    <w:rsid w:val="009C3B9B"/>
    <w:rsid w:val="009C3E31"/>
    <w:rsid w:val="009C54AE"/>
    <w:rsid w:val="009C788E"/>
    <w:rsid w:val="009D2EC2"/>
    <w:rsid w:val="009D3F3B"/>
    <w:rsid w:val="009D5DC2"/>
    <w:rsid w:val="009E0543"/>
    <w:rsid w:val="009E201F"/>
    <w:rsid w:val="009E3B41"/>
    <w:rsid w:val="009E5610"/>
    <w:rsid w:val="009E6C5A"/>
    <w:rsid w:val="009E7B40"/>
    <w:rsid w:val="009F3C5C"/>
    <w:rsid w:val="009F4610"/>
    <w:rsid w:val="009F6717"/>
    <w:rsid w:val="00A00C0D"/>
    <w:rsid w:val="00A00ECC"/>
    <w:rsid w:val="00A11C1D"/>
    <w:rsid w:val="00A155EE"/>
    <w:rsid w:val="00A16759"/>
    <w:rsid w:val="00A169F9"/>
    <w:rsid w:val="00A16C31"/>
    <w:rsid w:val="00A218A6"/>
    <w:rsid w:val="00A21A76"/>
    <w:rsid w:val="00A2245B"/>
    <w:rsid w:val="00A30110"/>
    <w:rsid w:val="00A30187"/>
    <w:rsid w:val="00A36899"/>
    <w:rsid w:val="00A371F6"/>
    <w:rsid w:val="00A37C55"/>
    <w:rsid w:val="00A40AA6"/>
    <w:rsid w:val="00A40B8E"/>
    <w:rsid w:val="00A42CA0"/>
    <w:rsid w:val="00A43829"/>
    <w:rsid w:val="00A43BF6"/>
    <w:rsid w:val="00A53FA5"/>
    <w:rsid w:val="00A545DE"/>
    <w:rsid w:val="00A54817"/>
    <w:rsid w:val="00A601C8"/>
    <w:rsid w:val="00A60799"/>
    <w:rsid w:val="00A623BF"/>
    <w:rsid w:val="00A64BCC"/>
    <w:rsid w:val="00A67402"/>
    <w:rsid w:val="00A82F95"/>
    <w:rsid w:val="00A83560"/>
    <w:rsid w:val="00A84C85"/>
    <w:rsid w:val="00A969A6"/>
    <w:rsid w:val="00A97DE1"/>
    <w:rsid w:val="00AA49F1"/>
    <w:rsid w:val="00AB053C"/>
    <w:rsid w:val="00AB69DB"/>
    <w:rsid w:val="00AC049B"/>
    <w:rsid w:val="00AD1146"/>
    <w:rsid w:val="00AD27D3"/>
    <w:rsid w:val="00AD66D6"/>
    <w:rsid w:val="00AE1160"/>
    <w:rsid w:val="00AE203C"/>
    <w:rsid w:val="00AE2E74"/>
    <w:rsid w:val="00AE3773"/>
    <w:rsid w:val="00AE5FCB"/>
    <w:rsid w:val="00AE797F"/>
    <w:rsid w:val="00AF2C1E"/>
    <w:rsid w:val="00AF5592"/>
    <w:rsid w:val="00AF742B"/>
    <w:rsid w:val="00B0597E"/>
    <w:rsid w:val="00B06142"/>
    <w:rsid w:val="00B101D5"/>
    <w:rsid w:val="00B135B1"/>
    <w:rsid w:val="00B21F15"/>
    <w:rsid w:val="00B2249C"/>
    <w:rsid w:val="00B3130B"/>
    <w:rsid w:val="00B344B4"/>
    <w:rsid w:val="00B35C70"/>
    <w:rsid w:val="00B40ADB"/>
    <w:rsid w:val="00B41052"/>
    <w:rsid w:val="00B423BE"/>
    <w:rsid w:val="00B43B77"/>
    <w:rsid w:val="00B43E80"/>
    <w:rsid w:val="00B510B9"/>
    <w:rsid w:val="00B524D3"/>
    <w:rsid w:val="00B607DB"/>
    <w:rsid w:val="00B6607C"/>
    <w:rsid w:val="00B66529"/>
    <w:rsid w:val="00B721DA"/>
    <w:rsid w:val="00B72267"/>
    <w:rsid w:val="00B75946"/>
    <w:rsid w:val="00B8056E"/>
    <w:rsid w:val="00B819C8"/>
    <w:rsid w:val="00B82308"/>
    <w:rsid w:val="00B836D7"/>
    <w:rsid w:val="00B90885"/>
    <w:rsid w:val="00B937B1"/>
    <w:rsid w:val="00B95581"/>
    <w:rsid w:val="00BA1465"/>
    <w:rsid w:val="00BA44E3"/>
    <w:rsid w:val="00BA7270"/>
    <w:rsid w:val="00BB4C68"/>
    <w:rsid w:val="00BB520A"/>
    <w:rsid w:val="00BB6D49"/>
    <w:rsid w:val="00BC03AA"/>
    <w:rsid w:val="00BC2DAC"/>
    <w:rsid w:val="00BD0659"/>
    <w:rsid w:val="00BD3869"/>
    <w:rsid w:val="00BD5593"/>
    <w:rsid w:val="00BD62E7"/>
    <w:rsid w:val="00BD66E9"/>
    <w:rsid w:val="00BD6FF4"/>
    <w:rsid w:val="00BE06FB"/>
    <w:rsid w:val="00BE3E86"/>
    <w:rsid w:val="00BE5533"/>
    <w:rsid w:val="00BE67C6"/>
    <w:rsid w:val="00BF2C41"/>
    <w:rsid w:val="00C03D1A"/>
    <w:rsid w:val="00C058B4"/>
    <w:rsid w:val="00C05F44"/>
    <w:rsid w:val="00C06D02"/>
    <w:rsid w:val="00C07ABF"/>
    <w:rsid w:val="00C11D96"/>
    <w:rsid w:val="00C131B5"/>
    <w:rsid w:val="00C1424D"/>
    <w:rsid w:val="00C16ABF"/>
    <w:rsid w:val="00C170AE"/>
    <w:rsid w:val="00C2420A"/>
    <w:rsid w:val="00C26CB7"/>
    <w:rsid w:val="00C31DFA"/>
    <w:rsid w:val="00C324C1"/>
    <w:rsid w:val="00C344A3"/>
    <w:rsid w:val="00C36992"/>
    <w:rsid w:val="00C40D74"/>
    <w:rsid w:val="00C56036"/>
    <w:rsid w:val="00C569A8"/>
    <w:rsid w:val="00C61DC5"/>
    <w:rsid w:val="00C67E92"/>
    <w:rsid w:val="00C702BA"/>
    <w:rsid w:val="00C70A26"/>
    <w:rsid w:val="00C7633C"/>
    <w:rsid w:val="00C766DF"/>
    <w:rsid w:val="00C94B98"/>
    <w:rsid w:val="00CA1032"/>
    <w:rsid w:val="00CA2B96"/>
    <w:rsid w:val="00CA5089"/>
    <w:rsid w:val="00CB2455"/>
    <w:rsid w:val="00CB653E"/>
    <w:rsid w:val="00CC00C6"/>
    <w:rsid w:val="00CC343D"/>
    <w:rsid w:val="00CC38E9"/>
    <w:rsid w:val="00CD56F1"/>
    <w:rsid w:val="00CD6897"/>
    <w:rsid w:val="00CE5BAC"/>
    <w:rsid w:val="00CF0EF3"/>
    <w:rsid w:val="00CF25BE"/>
    <w:rsid w:val="00CF298F"/>
    <w:rsid w:val="00CF5127"/>
    <w:rsid w:val="00CF6F8F"/>
    <w:rsid w:val="00CF78ED"/>
    <w:rsid w:val="00D000CD"/>
    <w:rsid w:val="00D00A7C"/>
    <w:rsid w:val="00D02B25"/>
    <w:rsid w:val="00D02EBA"/>
    <w:rsid w:val="00D05C80"/>
    <w:rsid w:val="00D072FD"/>
    <w:rsid w:val="00D074ED"/>
    <w:rsid w:val="00D10A29"/>
    <w:rsid w:val="00D11F15"/>
    <w:rsid w:val="00D1634D"/>
    <w:rsid w:val="00D17C3C"/>
    <w:rsid w:val="00D2248A"/>
    <w:rsid w:val="00D22B0B"/>
    <w:rsid w:val="00D26B2C"/>
    <w:rsid w:val="00D26C40"/>
    <w:rsid w:val="00D27768"/>
    <w:rsid w:val="00D302E3"/>
    <w:rsid w:val="00D33F33"/>
    <w:rsid w:val="00D352C9"/>
    <w:rsid w:val="00D425B2"/>
    <w:rsid w:val="00D428D6"/>
    <w:rsid w:val="00D429B1"/>
    <w:rsid w:val="00D47C16"/>
    <w:rsid w:val="00D5275C"/>
    <w:rsid w:val="00D531BA"/>
    <w:rsid w:val="00D552B2"/>
    <w:rsid w:val="00D5608F"/>
    <w:rsid w:val="00D608D1"/>
    <w:rsid w:val="00D60E2C"/>
    <w:rsid w:val="00D61491"/>
    <w:rsid w:val="00D62138"/>
    <w:rsid w:val="00D63A1B"/>
    <w:rsid w:val="00D65D90"/>
    <w:rsid w:val="00D67166"/>
    <w:rsid w:val="00D72599"/>
    <w:rsid w:val="00D73B8C"/>
    <w:rsid w:val="00D73F18"/>
    <w:rsid w:val="00D74119"/>
    <w:rsid w:val="00D8075B"/>
    <w:rsid w:val="00D8678B"/>
    <w:rsid w:val="00D8706A"/>
    <w:rsid w:val="00D97E7D"/>
    <w:rsid w:val="00DA2114"/>
    <w:rsid w:val="00DA4004"/>
    <w:rsid w:val="00DA6F6C"/>
    <w:rsid w:val="00DB1A41"/>
    <w:rsid w:val="00DB6584"/>
    <w:rsid w:val="00DC173D"/>
    <w:rsid w:val="00DC55DE"/>
    <w:rsid w:val="00DD0F6B"/>
    <w:rsid w:val="00DD269C"/>
    <w:rsid w:val="00DD2D88"/>
    <w:rsid w:val="00DD5A1F"/>
    <w:rsid w:val="00DD7B57"/>
    <w:rsid w:val="00DE09C0"/>
    <w:rsid w:val="00DE0AD8"/>
    <w:rsid w:val="00DE17A3"/>
    <w:rsid w:val="00DE4308"/>
    <w:rsid w:val="00DE4A14"/>
    <w:rsid w:val="00DF320D"/>
    <w:rsid w:val="00DF482A"/>
    <w:rsid w:val="00DF71C8"/>
    <w:rsid w:val="00E006E3"/>
    <w:rsid w:val="00E012A5"/>
    <w:rsid w:val="00E071F9"/>
    <w:rsid w:val="00E076A8"/>
    <w:rsid w:val="00E076BD"/>
    <w:rsid w:val="00E07E70"/>
    <w:rsid w:val="00E129B8"/>
    <w:rsid w:val="00E2145F"/>
    <w:rsid w:val="00E21E7D"/>
    <w:rsid w:val="00E22FBC"/>
    <w:rsid w:val="00E24BF5"/>
    <w:rsid w:val="00E25338"/>
    <w:rsid w:val="00E32B49"/>
    <w:rsid w:val="00E3655C"/>
    <w:rsid w:val="00E40F5C"/>
    <w:rsid w:val="00E51E44"/>
    <w:rsid w:val="00E559B3"/>
    <w:rsid w:val="00E57053"/>
    <w:rsid w:val="00E63348"/>
    <w:rsid w:val="00E63879"/>
    <w:rsid w:val="00E64184"/>
    <w:rsid w:val="00E742AA"/>
    <w:rsid w:val="00E74E86"/>
    <w:rsid w:val="00E77E88"/>
    <w:rsid w:val="00E8107D"/>
    <w:rsid w:val="00E87ABF"/>
    <w:rsid w:val="00E960BB"/>
    <w:rsid w:val="00EA0F4D"/>
    <w:rsid w:val="00EA1694"/>
    <w:rsid w:val="00EA2074"/>
    <w:rsid w:val="00EA4832"/>
    <w:rsid w:val="00EA4E9D"/>
    <w:rsid w:val="00EA73FC"/>
    <w:rsid w:val="00EB20E4"/>
    <w:rsid w:val="00EB4EF0"/>
    <w:rsid w:val="00EB5361"/>
    <w:rsid w:val="00EC4899"/>
    <w:rsid w:val="00EC5A2C"/>
    <w:rsid w:val="00EC5B3F"/>
    <w:rsid w:val="00EC7E54"/>
    <w:rsid w:val="00ED03AB"/>
    <w:rsid w:val="00ED15E6"/>
    <w:rsid w:val="00ED32D2"/>
    <w:rsid w:val="00EE32DE"/>
    <w:rsid w:val="00EE5457"/>
    <w:rsid w:val="00EF6E84"/>
    <w:rsid w:val="00F00DFF"/>
    <w:rsid w:val="00F01E99"/>
    <w:rsid w:val="00F04AEF"/>
    <w:rsid w:val="00F070AB"/>
    <w:rsid w:val="00F1394F"/>
    <w:rsid w:val="00F17567"/>
    <w:rsid w:val="00F20F4F"/>
    <w:rsid w:val="00F26C18"/>
    <w:rsid w:val="00F27A7B"/>
    <w:rsid w:val="00F32DF8"/>
    <w:rsid w:val="00F32F58"/>
    <w:rsid w:val="00F33E82"/>
    <w:rsid w:val="00F34D5A"/>
    <w:rsid w:val="00F455E1"/>
    <w:rsid w:val="00F505CE"/>
    <w:rsid w:val="00F526AF"/>
    <w:rsid w:val="00F571C0"/>
    <w:rsid w:val="00F6038D"/>
    <w:rsid w:val="00F617C3"/>
    <w:rsid w:val="00F66B9A"/>
    <w:rsid w:val="00F66E47"/>
    <w:rsid w:val="00F673EF"/>
    <w:rsid w:val="00F7066B"/>
    <w:rsid w:val="00F743E2"/>
    <w:rsid w:val="00F83B28"/>
    <w:rsid w:val="00F83C56"/>
    <w:rsid w:val="00F96F00"/>
    <w:rsid w:val="00F974DA"/>
    <w:rsid w:val="00F97533"/>
    <w:rsid w:val="00FA46E5"/>
    <w:rsid w:val="00FA781F"/>
    <w:rsid w:val="00FB531A"/>
    <w:rsid w:val="00FB7800"/>
    <w:rsid w:val="00FB7DBA"/>
    <w:rsid w:val="00FC1C25"/>
    <w:rsid w:val="00FC3F45"/>
    <w:rsid w:val="00FC48BB"/>
    <w:rsid w:val="00FD17DF"/>
    <w:rsid w:val="00FD1BD1"/>
    <w:rsid w:val="00FD503F"/>
    <w:rsid w:val="00FD7589"/>
    <w:rsid w:val="00FE1397"/>
    <w:rsid w:val="00FE4934"/>
    <w:rsid w:val="00FF016A"/>
    <w:rsid w:val="00FF0EBB"/>
    <w:rsid w:val="00FF1401"/>
    <w:rsid w:val="00FF506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A3600"/>
  <w15:docId w15:val="{B7362834-A701-4D4F-8B71-A20B5D93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45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17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177D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177D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376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1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5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0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8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DE27A-E9BA-4740-BB71-0354B47BE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556</TotalTime>
  <Pages>5</Pages>
  <Words>1158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16</cp:revision>
  <cp:lastPrinted>2019-02-06T12:12:00Z</cp:lastPrinted>
  <dcterms:created xsi:type="dcterms:W3CDTF">2025-01-27T19:50:00Z</dcterms:created>
  <dcterms:modified xsi:type="dcterms:W3CDTF">2025-03-10T06:06:00Z</dcterms:modified>
</cp:coreProperties>
</file>